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37590" w14:textId="77777777" w:rsidR="000C21F0" w:rsidRPr="00990931" w:rsidRDefault="000C21F0" w:rsidP="0009574B">
      <w:pPr>
        <w:rPr>
          <w:szCs w:val="24"/>
        </w:rPr>
      </w:pPr>
    </w:p>
    <w:p w14:paraId="2CFFB001" w14:textId="77777777" w:rsidR="0009574B" w:rsidRPr="00C92907" w:rsidRDefault="0009574B" w:rsidP="0009574B">
      <w:pPr>
        <w:overflowPunct/>
        <w:autoSpaceDE/>
        <w:autoSpaceDN/>
        <w:adjustRightInd/>
        <w:jc w:val="both"/>
        <w:textAlignment w:val="auto"/>
        <w:rPr>
          <w:b/>
          <w:bCs/>
          <w:szCs w:val="24"/>
          <w:lang w:eastAsia="en-US"/>
        </w:rPr>
      </w:pPr>
      <w:r w:rsidRPr="00C92907">
        <w:rPr>
          <w:b/>
          <w:bCs/>
          <w:szCs w:val="24"/>
          <w:lang w:eastAsia="en-US"/>
        </w:rPr>
        <w:t xml:space="preserve">Prilog </w:t>
      </w:r>
      <w:r w:rsidR="00BD45FC" w:rsidRPr="00C92907">
        <w:rPr>
          <w:b/>
          <w:bCs/>
          <w:szCs w:val="24"/>
          <w:lang w:eastAsia="en-US"/>
        </w:rPr>
        <w:t>1.</w:t>
      </w:r>
    </w:p>
    <w:p w14:paraId="680FF140" w14:textId="77777777" w:rsidR="0009574B" w:rsidRPr="00C92907" w:rsidRDefault="0009574B" w:rsidP="0009574B">
      <w:pPr>
        <w:overflowPunct/>
        <w:autoSpaceDE/>
        <w:autoSpaceDN/>
        <w:adjustRightInd/>
        <w:jc w:val="both"/>
        <w:textAlignment w:val="auto"/>
        <w:rPr>
          <w:b/>
          <w:bCs/>
          <w:szCs w:val="24"/>
          <w:lang w:eastAsia="en-US"/>
        </w:rPr>
      </w:pPr>
    </w:p>
    <w:p w14:paraId="46A70AC0" w14:textId="77777777" w:rsidR="00BD45FC" w:rsidRPr="00C92907" w:rsidRDefault="00BD45FC" w:rsidP="0009574B">
      <w:pPr>
        <w:pStyle w:val="Heading4"/>
        <w:rPr>
          <w:color w:val="auto"/>
          <w:szCs w:val="24"/>
          <w:lang w:val="hr-HR"/>
        </w:rPr>
      </w:pPr>
      <w:r w:rsidRPr="00C92907">
        <w:rPr>
          <w:color w:val="auto"/>
          <w:szCs w:val="24"/>
          <w:lang w:val="hr-HR"/>
        </w:rPr>
        <w:t>P O N U D B E N I  L I S T</w:t>
      </w:r>
    </w:p>
    <w:p w14:paraId="1154542D" w14:textId="77777777" w:rsidR="0009574B" w:rsidRPr="00C92907" w:rsidRDefault="0009574B" w:rsidP="0009574B">
      <w:pPr>
        <w:rPr>
          <w:lang w:eastAsia="en-US"/>
        </w:rPr>
      </w:pPr>
    </w:p>
    <w:p w14:paraId="6B2DEF74" w14:textId="77777777" w:rsidR="00BD45FC" w:rsidRPr="00C92907" w:rsidRDefault="00BD45FC" w:rsidP="0009574B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5C481C51" w14:textId="77777777" w:rsidR="00BD45FC" w:rsidRPr="00C92907" w:rsidRDefault="00BD45FC" w:rsidP="0009574B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szCs w:val="24"/>
          <w:lang w:eastAsia="en-US"/>
        </w:rPr>
      </w:pPr>
      <w:r w:rsidRPr="00C92907">
        <w:rPr>
          <w:b/>
          <w:bCs/>
          <w:szCs w:val="24"/>
          <w:lang w:eastAsia="en-US"/>
        </w:rPr>
        <w:t>Naručitelj</w:t>
      </w:r>
      <w:r w:rsidRPr="00C92907">
        <w:rPr>
          <w:szCs w:val="24"/>
          <w:lang w:eastAsia="en-US"/>
        </w:rPr>
        <w:t>: Hrvatska akademija znanosti i umjetnosti 10000 Zagreb, Zrinski trg 11 OIB: 61989185242</w:t>
      </w:r>
    </w:p>
    <w:p w14:paraId="55732DE9" w14:textId="77777777" w:rsidR="00BD45FC" w:rsidRPr="00C92907" w:rsidRDefault="00BD45FC" w:rsidP="0009574B">
      <w:pPr>
        <w:overflowPunct/>
        <w:autoSpaceDE/>
        <w:autoSpaceDN/>
        <w:adjustRightInd/>
        <w:ind w:right="-2"/>
        <w:textAlignment w:val="auto"/>
        <w:rPr>
          <w:szCs w:val="24"/>
          <w:lang w:eastAsia="en-US"/>
        </w:rPr>
      </w:pPr>
    </w:p>
    <w:p w14:paraId="3EB51F5B" w14:textId="77777777" w:rsidR="00BD45FC" w:rsidRPr="00C92907" w:rsidRDefault="00BD45FC" w:rsidP="0009574B">
      <w:pPr>
        <w:jc w:val="both"/>
        <w:rPr>
          <w:szCs w:val="24"/>
        </w:rPr>
      </w:pPr>
      <w:r w:rsidRPr="00C92907">
        <w:rPr>
          <w:b/>
          <w:bCs/>
          <w:szCs w:val="24"/>
          <w:lang w:eastAsia="en-US"/>
        </w:rPr>
        <w:t>Predmet nabave:</w:t>
      </w:r>
      <w:r w:rsidR="0009574B" w:rsidRPr="00C92907">
        <w:rPr>
          <w:noProof/>
          <w:szCs w:val="24"/>
          <w:lang w:eastAsia="en-US"/>
        </w:rPr>
        <w:t xml:space="preserve"> Nabava </w:t>
      </w:r>
      <w:r w:rsidR="00F305A3" w:rsidRPr="00F305A3">
        <w:rPr>
          <w:noProof/>
          <w:szCs w:val="24"/>
          <w:lang w:eastAsia="en-US"/>
        </w:rPr>
        <w:t>nabava materijala za preventivnu zaštitu muzejske građe Strossmayerove galerije starih majstora HAZU</w:t>
      </w:r>
    </w:p>
    <w:p w14:paraId="4580CC7C" w14:textId="77777777" w:rsidR="00BD45FC" w:rsidRPr="00C92907" w:rsidRDefault="00BD45FC" w:rsidP="0009574B">
      <w:pPr>
        <w:overflowPunct/>
        <w:autoSpaceDE/>
        <w:autoSpaceDN/>
        <w:adjustRightInd/>
        <w:jc w:val="both"/>
        <w:textAlignment w:val="auto"/>
        <w:rPr>
          <w:szCs w:val="24"/>
          <w:lang w:eastAsia="en-US"/>
        </w:rPr>
      </w:pPr>
    </w:p>
    <w:p w14:paraId="7931967F" w14:textId="77777777" w:rsidR="00BD45FC" w:rsidRPr="00C92907" w:rsidRDefault="00BD45FC" w:rsidP="0009574B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Cs w:val="24"/>
          <w:lang w:eastAsia="en-US"/>
        </w:rPr>
      </w:pPr>
      <w:r w:rsidRPr="00C92907">
        <w:rPr>
          <w:b/>
          <w:bCs/>
          <w:szCs w:val="24"/>
          <w:lang w:eastAsia="en-US"/>
        </w:rPr>
        <w:t xml:space="preserve">Ponuda zajednice gospodarskih subjekata(zaokružiti):       </w:t>
      </w:r>
      <w:r w:rsidR="0009574B" w:rsidRPr="00C92907">
        <w:rPr>
          <w:b/>
          <w:bCs/>
          <w:szCs w:val="24"/>
          <w:lang w:eastAsia="en-US"/>
        </w:rPr>
        <w:t xml:space="preserve">       </w:t>
      </w:r>
      <w:r w:rsidRPr="00C92907">
        <w:rPr>
          <w:bCs/>
          <w:szCs w:val="24"/>
          <w:lang w:eastAsia="en-US"/>
        </w:rPr>
        <w:t>DA</w:t>
      </w:r>
      <w:r w:rsidRPr="00C92907">
        <w:rPr>
          <w:b/>
          <w:bCs/>
          <w:szCs w:val="24"/>
          <w:lang w:eastAsia="en-US"/>
        </w:rPr>
        <w:t xml:space="preserve">                       </w:t>
      </w:r>
      <w:r w:rsidRPr="00C92907">
        <w:rPr>
          <w:szCs w:val="24"/>
          <w:lang w:eastAsia="en-US"/>
        </w:rPr>
        <w:t>NE</w:t>
      </w:r>
    </w:p>
    <w:p w14:paraId="7E678416" w14:textId="77777777" w:rsidR="00BD45FC" w:rsidRPr="00C92907" w:rsidRDefault="00BD45FC" w:rsidP="0009574B">
      <w:pPr>
        <w:overflowPunct/>
        <w:autoSpaceDE/>
        <w:autoSpaceDN/>
        <w:adjustRightInd/>
        <w:ind w:right="-2"/>
        <w:textAlignment w:val="auto"/>
        <w:rPr>
          <w:b/>
          <w:bCs/>
          <w:szCs w:val="24"/>
          <w:lang w:eastAsia="en-US"/>
        </w:rPr>
      </w:pPr>
    </w:p>
    <w:p w14:paraId="64434D3B" w14:textId="77777777" w:rsidR="00BD45FC" w:rsidRPr="00C92907" w:rsidRDefault="00BD45FC" w:rsidP="0009574B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Cs w:val="24"/>
          <w:lang w:eastAsia="en-US"/>
        </w:rPr>
      </w:pPr>
      <w:r w:rsidRPr="00C92907">
        <w:rPr>
          <w:b/>
          <w:bCs/>
          <w:szCs w:val="24"/>
          <w:lang w:eastAsia="en-US"/>
        </w:rPr>
        <w:t>Podaci o ponuditelju/članu zajednice gospodarskih subjekata zaduženom za komunikaciju s naručiteljem:</w:t>
      </w:r>
    </w:p>
    <w:p w14:paraId="04F6B969" w14:textId="77777777" w:rsidR="0009574B" w:rsidRPr="00C92907" w:rsidRDefault="0009574B" w:rsidP="0009574B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Cs w:val="24"/>
          <w:lang w:eastAsia="en-US"/>
        </w:rPr>
      </w:pPr>
    </w:p>
    <w:p w14:paraId="0833B6FB" w14:textId="77777777" w:rsidR="0009574B" w:rsidRPr="00C92907" w:rsidRDefault="0009574B" w:rsidP="0009574B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Cs w:val="24"/>
          <w:lang w:eastAsia="en-US"/>
        </w:rPr>
      </w:pPr>
    </w:p>
    <w:p w14:paraId="42FF79C0" w14:textId="77777777" w:rsidR="0009574B" w:rsidRPr="00C92907" w:rsidRDefault="0009574B" w:rsidP="0009574B">
      <w:pPr>
        <w:pStyle w:val="BodyText3"/>
        <w:rPr>
          <w:color w:val="auto"/>
          <w:szCs w:val="24"/>
        </w:rPr>
      </w:pPr>
      <w:r w:rsidRPr="00C92907">
        <w:rPr>
          <w:color w:val="auto"/>
          <w:szCs w:val="24"/>
        </w:rPr>
        <w:t>___________________________________________________________________________</w:t>
      </w:r>
    </w:p>
    <w:p w14:paraId="5DEE87ED" w14:textId="77777777" w:rsidR="0009574B" w:rsidRPr="00C92907" w:rsidRDefault="0009574B" w:rsidP="0009574B">
      <w:pPr>
        <w:overflowPunct/>
        <w:autoSpaceDE/>
        <w:autoSpaceDN/>
        <w:adjustRightInd/>
        <w:jc w:val="both"/>
        <w:textAlignment w:val="auto"/>
        <w:rPr>
          <w:color w:val="000000"/>
          <w:szCs w:val="18"/>
          <w:lang w:eastAsia="en-US"/>
        </w:rPr>
      </w:pPr>
      <w:r w:rsidRPr="00C92907">
        <w:rPr>
          <w:color w:val="000000"/>
          <w:szCs w:val="18"/>
          <w:lang w:val="pl-PL" w:eastAsia="en-US"/>
        </w:rPr>
        <w:t>(naziv i sj</w:t>
      </w:r>
      <w:proofErr w:type="spellStart"/>
      <w:r w:rsidRPr="00C92907">
        <w:rPr>
          <w:color w:val="000000"/>
          <w:szCs w:val="18"/>
          <w:lang w:eastAsia="en-US"/>
        </w:rPr>
        <w:t>edište</w:t>
      </w:r>
      <w:proofErr w:type="spellEnd"/>
      <w:r w:rsidRPr="00C92907">
        <w:rPr>
          <w:color w:val="000000"/>
          <w:szCs w:val="18"/>
          <w:lang w:eastAsia="en-US"/>
        </w:rPr>
        <w:t>, adresa ponuditelja/člana zajednice ponuditelja zaduženog za komunikaciju s naručiteljem)</w:t>
      </w:r>
    </w:p>
    <w:p w14:paraId="22E16C63" w14:textId="77777777" w:rsidR="0009574B" w:rsidRPr="00C92907" w:rsidRDefault="0009574B" w:rsidP="0009574B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Cs w:val="24"/>
          <w:lang w:eastAsia="en-US"/>
        </w:rPr>
      </w:pPr>
    </w:p>
    <w:p w14:paraId="3D07CAE9" w14:textId="77777777" w:rsidR="00BD45FC" w:rsidRPr="00C92907" w:rsidRDefault="00BD45FC" w:rsidP="0009574B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szCs w:val="24"/>
          <w:lang w:eastAsia="en-US"/>
        </w:rPr>
      </w:pPr>
    </w:p>
    <w:p w14:paraId="6F002847" w14:textId="77777777" w:rsidR="0009574B" w:rsidRPr="00C92907" w:rsidRDefault="0009574B" w:rsidP="0009574B">
      <w:pPr>
        <w:pStyle w:val="BodyText3"/>
        <w:rPr>
          <w:color w:val="auto"/>
          <w:szCs w:val="24"/>
        </w:rPr>
      </w:pPr>
      <w:r w:rsidRPr="00C92907">
        <w:rPr>
          <w:color w:val="auto"/>
          <w:szCs w:val="24"/>
        </w:rPr>
        <w:t>___________________________________________________________________________</w:t>
      </w:r>
    </w:p>
    <w:p w14:paraId="7416319D" w14:textId="77777777" w:rsidR="00BD45FC" w:rsidRPr="00C92907" w:rsidRDefault="00BD45FC" w:rsidP="0009574B">
      <w:pPr>
        <w:pStyle w:val="BodyText2"/>
        <w:rPr>
          <w:color w:val="auto"/>
          <w:szCs w:val="24"/>
          <w:lang w:val="hr-HR"/>
        </w:rPr>
      </w:pPr>
      <w:r w:rsidRPr="00C92907">
        <w:rPr>
          <w:color w:val="auto"/>
          <w:szCs w:val="24"/>
          <w:lang w:val="hr-HR"/>
        </w:rPr>
        <w:t>OIB (ili nacionalni identifikacijski broj prema zemlji sjedišta gospodarskog subjekta, ako je primjenjivo)</w:t>
      </w:r>
    </w:p>
    <w:p w14:paraId="127A3DC3" w14:textId="77777777" w:rsidR="00BD45FC" w:rsidRPr="00C92907" w:rsidRDefault="00BD45FC" w:rsidP="0009574B">
      <w:pPr>
        <w:overflowPunct/>
        <w:autoSpaceDE/>
        <w:autoSpaceDN/>
        <w:adjustRightInd/>
        <w:ind w:right="-468"/>
        <w:textAlignment w:val="auto"/>
        <w:rPr>
          <w:szCs w:val="24"/>
          <w:lang w:eastAsia="en-US"/>
        </w:rPr>
      </w:pPr>
    </w:p>
    <w:p w14:paraId="76A020B4" w14:textId="77777777" w:rsidR="0009574B" w:rsidRPr="00C92907" w:rsidRDefault="0009574B" w:rsidP="0009574B">
      <w:pPr>
        <w:pStyle w:val="BodyText3"/>
        <w:rPr>
          <w:color w:val="auto"/>
          <w:szCs w:val="24"/>
        </w:rPr>
      </w:pPr>
      <w:r w:rsidRPr="00C92907">
        <w:rPr>
          <w:color w:val="auto"/>
          <w:szCs w:val="24"/>
        </w:rPr>
        <w:t>___________________________________________________________________________</w:t>
      </w:r>
    </w:p>
    <w:p w14:paraId="78138270" w14:textId="77777777" w:rsidR="00BD45FC" w:rsidRPr="00C92907" w:rsidRDefault="00BD45FC" w:rsidP="0009574B">
      <w:pPr>
        <w:overflowPunct/>
        <w:autoSpaceDE/>
        <w:autoSpaceDN/>
        <w:adjustRightInd/>
        <w:ind w:right="-2"/>
        <w:textAlignment w:val="auto"/>
        <w:rPr>
          <w:szCs w:val="24"/>
          <w:lang w:eastAsia="en-US"/>
        </w:rPr>
      </w:pPr>
      <w:r w:rsidRPr="00C92907">
        <w:rPr>
          <w:szCs w:val="24"/>
          <w:lang w:eastAsia="en-US"/>
        </w:rPr>
        <w:t xml:space="preserve">(broj računa)                                                                                </w:t>
      </w:r>
      <w:r w:rsidR="0009574B" w:rsidRPr="00C92907">
        <w:rPr>
          <w:szCs w:val="24"/>
          <w:lang w:eastAsia="en-US"/>
        </w:rPr>
        <w:t xml:space="preserve">  </w:t>
      </w:r>
      <w:r w:rsidRPr="00C92907">
        <w:rPr>
          <w:szCs w:val="24"/>
          <w:lang w:eastAsia="en-US"/>
        </w:rPr>
        <w:t>(ime i prezime kontakt osobe)</w:t>
      </w:r>
    </w:p>
    <w:p w14:paraId="1F7FF601" w14:textId="77777777" w:rsidR="00BD45FC" w:rsidRPr="00C92907" w:rsidRDefault="00BD45FC" w:rsidP="0009574B">
      <w:pPr>
        <w:overflowPunct/>
        <w:autoSpaceDE/>
        <w:autoSpaceDN/>
        <w:adjustRightInd/>
        <w:ind w:right="-2"/>
        <w:textAlignment w:val="auto"/>
        <w:rPr>
          <w:szCs w:val="24"/>
          <w:lang w:eastAsia="en-US"/>
        </w:rPr>
      </w:pPr>
    </w:p>
    <w:p w14:paraId="0B0D4CD3" w14:textId="77777777" w:rsidR="0009574B" w:rsidRPr="00C92907" w:rsidRDefault="0009574B" w:rsidP="0009574B">
      <w:pPr>
        <w:pStyle w:val="BodyText3"/>
        <w:rPr>
          <w:color w:val="auto"/>
          <w:szCs w:val="24"/>
        </w:rPr>
      </w:pPr>
      <w:r w:rsidRPr="00C92907">
        <w:rPr>
          <w:color w:val="auto"/>
          <w:szCs w:val="24"/>
        </w:rPr>
        <w:t>___________________________________________________________________________</w:t>
      </w:r>
    </w:p>
    <w:p w14:paraId="1848E092" w14:textId="77777777" w:rsidR="00BD45FC" w:rsidRPr="00C92907" w:rsidRDefault="00BD45FC" w:rsidP="0009574B">
      <w:pPr>
        <w:overflowPunct/>
        <w:autoSpaceDE/>
        <w:autoSpaceDN/>
        <w:adjustRightInd/>
        <w:ind w:right="-2"/>
        <w:textAlignment w:val="auto"/>
        <w:rPr>
          <w:szCs w:val="24"/>
          <w:lang w:eastAsia="en-US"/>
        </w:rPr>
      </w:pPr>
      <w:r w:rsidRPr="00C92907">
        <w:rPr>
          <w:szCs w:val="24"/>
          <w:lang w:eastAsia="en-US"/>
        </w:rPr>
        <w:t>(navesti da li je gospodarski subjekt u sustavu poreza na dodanu vrijednost)</w:t>
      </w:r>
    </w:p>
    <w:p w14:paraId="3EDBF112" w14:textId="77777777" w:rsidR="00BD45FC" w:rsidRPr="00C92907" w:rsidRDefault="00BD45FC" w:rsidP="0009574B">
      <w:pPr>
        <w:overflowPunct/>
        <w:autoSpaceDE/>
        <w:autoSpaceDN/>
        <w:adjustRightInd/>
        <w:ind w:right="-2"/>
        <w:textAlignment w:val="auto"/>
        <w:rPr>
          <w:szCs w:val="24"/>
          <w:lang w:eastAsia="en-US"/>
        </w:rPr>
      </w:pPr>
    </w:p>
    <w:p w14:paraId="16BC0394" w14:textId="77777777" w:rsidR="0009574B" w:rsidRPr="00C92907" w:rsidRDefault="0009574B" w:rsidP="0009574B">
      <w:pPr>
        <w:pStyle w:val="BodyText3"/>
        <w:rPr>
          <w:color w:val="auto"/>
          <w:szCs w:val="24"/>
        </w:rPr>
      </w:pPr>
      <w:r w:rsidRPr="00C92907">
        <w:rPr>
          <w:color w:val="auto"/>
          <w:szCs w:val="24"/>
        </w:rPr>
        <w:t>___________________________________________________________________________</w:t>
      </w:r>
    </w:p>
    <w:p w14:paraId="45E1F58B" w14:textId="77777777" w:rsidR="00BD45FC" w:rsidRPr="00C92907" w:rsidRDefault="00BD45FC" w:rsidP="0009574B">
      <w:pPr>
        <w:overflowPunct/>
        <w:autoSpaceDE/>
        <w:autoSpaceDN/>
        <w:adjustRightInd/>
        <w:ind w:right="-2"/>
        <w:jc w:val="both"/>
        <w:textAlignment w:val="auto"/>
        <w:rPr>
          <w:szCs w:val="24"/>
          <w:lang w:eastAsia="en-US"/>
        </w:rPr>
      </w:pPr>
      <w:r w:rsidRPr="00C92907">
        <w:rPr>
          <w:szCs w:val="24"/>
          <w:lang w:eastAsia="en-US"/>
        </w:rPr>
        <w:t>(adresa za dostavu pošte)                                                                                   (adresa e-pošte)</w:t>
      </w:r>
    </w:p>
    <w:p w14:paraId="0895B8DB" w14:textId="77777777" w:rsidR="00BD45FC" w:rsidRPr="00C92907" w:rsidRDefault="00BD45FC" w:rsidP="0009574B">
      <w:pPr>
        <w:overflowPunct/>
        <w:autoSpaceDE/>
        <w:autoSpaceDN/>
        <w:adjustRightInd/>
        <w:ind w:right="-2"/>
        <w:textAlignment w:val="auto"/>
        <w:rPr>
          <w:szCs w:val="24"/>
          <w:lang w:eastAsia="en-US"/>
        </w:rPr>
      </w:pPr>
    </w:p>
    <w:p w14:paraId="72E1577D" w14:textId="77777777" w:rsidR="00BD45FC" w:rsidRPr="00C92907" w:rsidRDefault="0009574B" w:rsidP="0009574B">
      <w:pPr>
        <w:pStyle w:val="BodyText3"/>
        <w:rPr>
          <w:color w:val="auto"/>
          <w:szCs w:val="24"/>
        </w:rPr>
      </w:pPr>
      <w:r w:rsidRPr="00C92907">
        <w:rPr>
          <w:color w:val="auto"/>
          <w:szCs w:val="24"/>
        </w:rPr>
        <w:t>___________________________________________________________________________</w:t>
      </w:r>
    </w:p>
    <w:p w14:paraId="49E63D83" w14:textId="77777777" w:rsidR="00BD45FC" w:rsidRPr="00C92907" w:rsidRDefault="00BD45FC" w:rsidP="0009574B">
      <w:pPr>
        <w:overflowPunct/>
        <w:autoSpaceDE/>
        <w:autoSpaceDN/>
        <w:adjustRightInd/>
        <w:ind w:right="-468"/>
        <w:jc w:val="both"/>
        <w:textAlignment w:val="auto"/>
        <w:rPr>
          <w:szCs w:val="24"/>
          <w:lang w:eastAsia="en-US"/>
        </w:rPr>
      </w:pPr>
      <w:r w:rsidRPr="00C92907">
        <w:rPr>
          <w:szCs w:val="24"/>
          <w:lang w:eastAsia="en-US"/>
        </w:rPr>
        <w:t>broj telefona)                                                                                                      (broj telefaksa)</w:t>
      </w:r>
    </w:p>
    <w:p w14:paraId="20D2A209" w14:textId="77777777" w:rsidR="0009574B" w:rsidRPr="00C92907" w:rsidRDefault="0009574B" w:rsidP="0009574B">
      <w:pPr>
        <w:overflowPunct/>
        <w:autoSpaceDE/>
        <w:autoSpaceDN/>
        <w:adjustRightInd/>
        <w:ind w:right="-468"/>
        <w:jc w:val="both"/>
        <w:textAlignment w:val="auto"/>
        <w:rPr>
          <w:szCs w:val="24"/>
          <w:lang w:eastAsia="en-US"/>
        </w:rPr>
      </w:pPr>
    </w:p>
    <w:p w14:paraId="4B9EE5C5" w14:textId="77777777" w:rsidR="0009574B" w:rsidRPr="00C92907" w:rsidRDefault="0009574B" w:rsidP="0009574B">
      <w:pPr>
        <w:overflowPunct/>
        <w:autoSpaceDE/>
        <w:autoSpaceDN/>
        <w:adjustRightInd/>
        <w:ind w:right="-2"/>
        <w:jc w:val="both"/>
        <w:textAlignment w:val="auto"/>
        <w:rPr>
          <w:color w:val="000000"/>
          <w:szCs w:val="22"/>
          <w:lang w:val="pl-PL" w:eastAsia="en-US"/>
        </w:rPr>
      </w:pPr>
      <w:r w:rsidRPr="00C92907">
        <w:rPr>
          <w:b/>
          <w:bCs/>
          <w:color w:val="000000"/>
          <w:szCs w:val="22"/>
          <w:lang w:val="pl-PL" w:eastAsia="en-US"/>
        </w:rPr>
        <w:t>Podaci o članu zajednice</w:t>
      </w:r>
      <w:r w:rsidRPr="00C92907">
        <w:rPr>
          <w:b/>
          <w:bCs/>
          <w:color w:val="000000"/>
          <w:szCs w:val="22"/>
          <w:lang w:eastAsia="en-US"/>
        </w:rPr>
        <w:t xml:space="preserve"> gospodarskih subjekata </w:t>
      </w:r>
      <w:r w:rsidRPr="00C92907">
        <w:rPr>
          <w:color w:val="000000"/>
          <w:szCs w:val="22"/>
          <w:lang w:val="pl-PL" w:eastAsia="en-US"/>
        </w:rPr>
        <w:t>(ako je primjnjivo):</w:t>
      </w:r>
    </w:p>
    <w:p w14:paraId="29E1A0BE" w14:textId="77777777" w:rsidR="0009574B" w:rsidRPr="00C92907" w:rsidRDefault="0009574B" w:rsidP="0009574B">
      <w:pPr>
        <w:overflowPunct/>
        <w:autoSpaceDE/>
        <w:autoSpaceDN/>
        <w:adjustRightInd/>
        <w:ind w:right="-2"/>
        <w:jc w:val="both"/>
        <w:textAlignment w:val="auto"/>
        <w:rPr>
          <w:color w:val="000000"/>
          <w:szCs w:val="22"/>
          <w:lang w:val="pl-PL" w:eastAsia="en-US"/>
        </w:rPr>
      </w:pPr>
    </w:p>
    <w:p w14:paraId="4FE05B42" w14:textId="77777777" w:rsidR="0009574B" w:rsidRPr="00C92907" w:rsidRDefault="0009574B" w:rsidP="0009574B">
      <w:pPr>
        <w:pStyle w:val="BodyText3"/>
        <w:rPr>
          <w:color w:val="auto"/>
          <w:szCs w:val="24"/>
        </w:rPr>
      </w:pPr>
      <w:r w:rsidRPr="00C92907">
        <w:rPr>
          <w:color w:val="auto"/>
          <w:szCs w:val="24"/>
        </w:rPr>
        <w:t>___________________________________________________________________________</w:t>
      </w:r>
    </w:p>
    <w:p w14:paraId="6D19E2B1" w14:textId="77777777" w:rsidR="0009574B" w:rsidRPr="00C92907" w:rsidRDefault="0009574B" w:rsidP="0009574B">
      <w:pPr>
        <w:overflowPunct/>
        <w:autoSpaceDE/>
        <w:autoSpaceDN/>
        <w:adjustRightInd/>
        <w:jc w:val="both"/>
        <w:textAlignment w:val="auto"/>
        <w:rPr>
          <w:color w:val="000000"/>
          <w:szCs w:val="18"/>
          <w:lang w:eastAsia="en-US"/>
        </w:rPr>
      </w:pPr>
      <w:r w:rsidRPr="00C92907">
        <w:rPr>
          <w:color w:val="000000"/>
          <w:szCs w:val="18"/>
          <w:lang w:val="pl-PL" w:eastAsia="en-US"/>
        </w:rPr>
        <w:t>(naziv i sj</w:t>
      </w:r>
      <w:proofErr w:type="spellStart"/>
      <w:r w:rsidRPr="00C92907">
        <w:rPr>
          <w:color w:val="000000"/>
          <w:szCs w:val="18"/>
          <w:lang w:eastAsia="en-US"/>
        </w:rPr>
        <w:t>edište</w:t>
      </w:r>
      <w:proofErr w:type="spellEnd"/>
      <w:r w:rsidRPr="00C92907">
        <w:rPr>
          <w:color w:val="000000"/>
          <w:szCs w:val="18"/>
          <w:lang w:eastAsia="en-US"/>
        </w:rPr>
        <w:t>, adresa ponuditelja/člana zajednice ponuditelja zaduženog za komunikaciju s naručiteljem)</w:t>
      </w:r>
    </w:p>
    <w:p w14:paraId="151A99D6" w14:textId="77777777" w:rsidR="0009574B" w:rsidRPr="00C92907" w:rsidRDefault="0009574B" w:rsidP="0009574B">
      <w:pPr>
        <w:overflowPunct/>
        <w:autoSpaceDE/>
        <w:autoSpaceDN/>
        <w:adjustRightInd/>
        <w:ind w:left="100"/>
        <w:jc w:val="both"/>
        <w:textAlignment w:val="auto"/>
        <w:rPr>
          <w:color w:val="000000"/>
          <w:szCs w:val="18"/>
          <w:lang w:eastAsia="en-US"/>
        </w:rPr>
      </w:pPr>
    </w:p>
    <w:p w14:paraId="388C7232" w14:textId="77777777" w:rsidR="0009574B" w:rsidRPr="00C92907" w:rsidRDefault="0009574B" w:rsidP="0009574B">
      <w:pPr>
        <w:pStyle w:val="BodyText3"/>
        <w:rPr>
          <w:color w:val="auto"/>
          <w:szCs w:val="24"/>
        </w:rPr>
      </w:pPr>
      <w:r w:rsidRPr="00C92907">
        <w:rPr>
          <w:color w:val="auto"/>
          <w:szCs w:val="24"/>
        </w:rPr>
        <w:t>___________________________________________________________________________</w:t>
      </w:r>
    </w:p>
    <w:p w14:paraId="7F05BEA1" w14:textId="77777777" w:rsidR="0009574B" w:rsidRPr="00C92907" w:rsidRDefault="0009574B" w:rsidP="0009574B">
      <w:pPr>
        <w:pStyle w:val="BodyText2"/>
        <w:ind w:right="-2"/>
        <w:rPr>
          <w:color w:val="000000"/>
        </w:rPr>
      </w:pPr>
      <w:r w:rsidRPr="00C92907">
        <w:rPr>
          <w:color w:val="000000"/>
        </w:rPr>
        <w:t>OIB (ili nacionalni identifikacijski broj prema zemlji sjedišta gospodarskog subjekta, ako je primjenjivo)</w:t>
      </w:r>
    </w:p>
    <w:p w14:paraId="1A6F17DB" w14:textId="77777777" w:rsidR="0009574B" w:rsidRPr="006E538A" w:rsidRDefault="0009574B" w:rsidP="0009574B">
      <w:pPr>
        <w:overflowPunct/>
        <w:autoSpaceDE/>
        <w:autoSpaceDN/>
        <w:adjustRightInd/>
        <w:ind w:right="-468"/>
        <w:textAlignment w:val="auto"/>
        <w:rPr>
          <w:color w:val="000000"/>
          <w:szCs w:val="18"/>
          <w:highlight w:val="yellow"/>
          <w:lang w:val="pl-PL" w:eastAsia="en-US"/>
        </w:rPr>
      </w:pPr>
    </w:p>
    <w:p w14:paraId="32F2FFA8" w14:textId="77777777" w:rsidR="0009574B" w:rsidRPr="006E538A" w:rsidRDefault="0009574B" w:rsidP="0009574B">
      <w:pPr>
        <w:overflowPunct/>
        <w:autoSpaceDE/>
        <w:autoSpaceDN/>
        <w:adjustRightInd/>
        <w:ind w:right="-468"/>
        <w:textAlignment w:val="auto"/>
        <w:rPr>
          <w:color w:val="000000"/>
          <w:szCs w:val="18"/>
          <w:highlight w:val="yellow"/>
          <w:lang w:val="pl-PL" w:eastAsia="en-US"/>
        </w:rPr>
      </w:pPr>
    </w:p>
    <w:p w14:paraId="2F46945E" w14:textId="77777777" w:rsidR="0009574B" w:rsidRPr="00AF09A6" w:rsidRDefault="0009574B" w:rsidP="0009574B">
      <w:pPr>
        <w:pStyle w:val="BodyText3"/>
        <w:rPr>
          <w:color w:val="auto"/>
          <w:szCs w:val="24"/>
        </w:rPr>
      </w:pPr>
      <w:r w:rsidRPr="00AF09A6">
        <w:rPr>
          <w:color w:val="auto"/>
          <w:szCs w:val="24"/>
        </w:rPr>
        <w:lastRenderedPageBreak/>
        <w:t>___________________________________________________________________________</w:t>
      </w:r>
    </w:p>
    <w:p w14:paraId="41B6A6CD" w14:textId="77777777" w:rsidR="0009574B" w:rsidRPr="00AF09A6" w:rsidRDefault="0009574B" w:rsidP="0009574B">
      <w:pPr>
        <w:overflowPunct/>
        <w:autoSpaceDE/>
        <w:autoSpaceDN/>
        <w:adjustRightInd/>
        <w:ind w:right="-2"/>
        <w:textAlignment w:val="auto"/>
        <w:rPr>
          <w:color w:val="000000"/>
          <w:szCs w:val="18"/>
          <w:lang w:eastAsia="en-US"/>
        </w:rPr>
      </w:pPr>
      <w:r w:rsidRPr="00AF09A6">
        <w:rPr>
          <w:color w:val="000000"/>
          <w:szCs w:val="18"/>
          <w:lang w:val="pl-PL" w:eastAsia="en-US"/>
        </w:rPr>
        <w:t>(bro</w:t>
      </w:r>
      <w:r w:rsidRPr="00AF09A6">
        <w:rPr>
          <w:color w:val="000000"/>
          <w:szCs w:val="18"/>
          <w:lang w:eastAsia="en-US"/>
        </w:rPr>
        <w:t>j računa)                                                                                                       (ime i prezime kontakt osobe)</w:t>
      </w:r>
    </w:p>
    <w:p w14:paraId="1729D959" w14:textId="77777777" w:rsidR="0009574B" w:rsidRPr="00AF09A6" w:rsidRDefault="0009574B" w:rsidP="0009574B">
      <w:pPr>
        <w:overflowPunct/>
        <w:autoSpaceDE/>
        <w:autoSpaceDN/>
        <w:adjustRightInd/>
        <w:ind w:right="-2"/>
        <w:textAlignment w:val="auto"/>
        <w:rPr>
          <w:color w:val="000000"/>
          <w:szCs w:val="18"/>
          <w:lang w:eastAsia="en-US"/>
        </w:rPr>
      </w:pPr>
    </w:p>
    <w:p w14:paraId="3B83DAC3" w14:textId="77777777" w:rsidR="0009574B" w:rsidRPr="00AF09A6" w:rsidRDefault="0009574B" w:rsidP="0009574B">
      <w:pPr>
        <w:pStyle w:val="BodyText3"/>
        <w:rPr>
          <w:color w:val="auto"/>
          <w:szCs w:val="24"/>
        </w:rPr>
      </w:pPr>
      <w:r w:rsidRPr="00AF09A6">
        <w:rPr>
          <w:color w:val="auto"/>
          <w:szCs w:val="24"/>
        </w:rPr>
        <w:t>___________________________________________________________________________</w:t>
      </w:r>
    </w:p>
    <w:p w14:paraId="4C6C43DB" w14:textId="77777777" w:rsidR="0009574B" w:rsidRPr="00AF09A6" w:rsidRDefault="0009574B" w:rsidP="0009574B">
      <w:pPr>
        <w:overflowPunct/>
        <w:autoSpaceDE/>
        <w:autoSpaceDN/>
        <w:adjustRightInd/>
        <w:ind w:right="-2"/>
        <w:textAlignment w:val="auto"/>
        <w:rPr>
          <w:color w:val="000000"/>
          <w:szCs w:val="18"/>
          <w:lang w:eastAsia="en-US"/>
        </w:rPr>
      </w:pPr>
      <w:r w:rsidRPr="00AF09A6">
        <w:rPr>
          <w:color w:val="000000"/>
          <w:szCs w:val="18"/>
          <w:lang w:eastAsia="en-US"/>
        </w:rPr>
        <w:t>(navesti da li je gospodarski subjekt u sustavu poreza na dodanu vrijednost)</w:t>
      </w:r>
    </w:p>
    <w:p w14:paraId="7073FA4D" w14:textId="77777777" w:rsidR="0009574B" w:rsidRPr="00AF09A6" w:rsidRDefault="0009574B" w:rsidP="0009574B">
      <w:pPr>
        <w:overflowPunct/>
        <w:autoSpaceDE/>
        <w:autoSpaceDN/>
        <w:adjustRightInd/>
        <w:ind w:right="-2"/>
        <w:textAlignment w:val="auto"/>
        <w:rPr>
          <w:color w:val="000000"/>
          <w:szCs w:val="18"/>
          <w:lang w:eastAsia="en-US"/>
        </w:rPr>
      </w:pPr>
    </w:p>
    <w:p w14:paraId="2C5662B2" w14:textId="77777777" w:rsidR="0009574B" w:rsidRPr="00AF09A6" w:rsidRDefault="0009574B" w:rsidP="002E38F5">
      <w:pPr>
        <w:pStyle w:val="BodyText3"/>
        <w:rPr>
          <w:color w:val="auto"/>
          <w:szCs w:val="24"/>
        </w:rPr>
      </w:pPr>
      <w:r w:rsidRPr="00AF09A6">
        <w:rPr>
          <w:color w:val="auto"/>
          <w:szCs w:val="24"/>
        </w:rPr>
        <w:t>___________________________________________________________________________</w:t>
      </w:r>
    </w:p>
    <w:p w14:paraId="091510EC" w14:textId="77777777" w:rsidR="0009574B" w:rsidRPr="00AF09A6" w:rsidRDefault="0009574B" w:rsidP="002E38F5">
      <w:pPr>
        <w:overflowPunct/>
        <w:autoSpaceDE/>
        <w:autoSpaceDN/>
        <w:adjustRightInd/>
        <w:ind w:right="-2"/>
        <w:jc w:val="both"/>
        <w:textAlignment w:val="auto"/>
        <w:rPr>
          <w:color w:val="000000"/>
          <w:szCs w:val="18"/>
          <w:lang w:val="pl-PL" w:eastAsia="en-US"/>
        </w:rPr>
      </w:pPr>
      <w:r w:rsidRPr="00AF09A6">
        <w:rPr>
          <w:color w:val="000000"/>
          <w:szCs w:val="18"/>
          <w:lang w:val="pl-PL" w:eastAsia="en-US"/>
        </w:rPr>
        <w:t>(adresa za dostavu pošte)                                                                                   (adresa e-pošte)</w:t>
      </w:r>
    </w:p>
    <w:p w14:paraId="0836E170" w14:textId="77777777" w:rsidR="0009574B" w:rsidRPr="00AF09A6" w:rsidRDefault="0009574B" w:rsidP="002E38F5">
      <w:pPr>
        <w:overflowPunct/>
        <w:autoSpaceDE/>
        <w:autoSpaceDN/>
        <w:adjustRightInd/>
        <w:ind w:right="-2"/>
        <w:textAlignment w:val="auto"/>
        <w:rPr>
          <w:color w:val="000000"/>
          <w:szCs w:val="18"/>
          <w:lang w:val="pl-PL" w:eastAsia="en-US"/>
        </w:rPr>
      </w:pPr>
    </w:p>
    <w:p w14:paraId="3C7345E7" w14:textId="77777777" w:rsidR="0009574B" w:rsidRPr="00AF09A6" w:rsidRDefault="0009574B" w:rsidP="002E38F5">
      <w:pPr>
        <w:pStyle w:val="BodyText3"/>
        <w:rPr>
          <w:color w:val="auto"/>
          <w:szCs w:val="24"/>
        </w:rPr>
      </w:pPr>
      <w:r w:rsidRPr="00AF09A6">
        <w:rPr>
          <w:color w:val="auto"/>
          <w:szCs w:val="24"/>
        </w:rPr>
        <w:t>___________________________________________________________________________</w:t>
      </w:r>
    </w:p>
    <w:p w14:paraId="2D4D7BF2" w14:textId="77777777" w:rsidR="0009574B" w:rsidRPr="00AF09A6" w:rsidRDefault="0009574B" w:rsidP="002E38F5">
      <w:pPr>
        <w:overflowPunct/>
        <w:autoSpaceDE/>
        <w:autoSpaceDN/>
        <w:adjustRightInd/>
        <w:ind w:right="-468"/>
        <w:jc w:val="both"/>
        <w:textAlignment w:val="auto"/>
        <w:rPr>
          <w:color w:val="000000"/>
          <w:szCs w:val="18"/>
          <w:lang w:val="pl-PL" w:eastAsia="en-US"/>
        </w:rPr>
      </w:pPr>
      <w:r w:rsidRPr="00AF09A6">
        <w:rPr>
          <w:color w:val="000000"/>
          <w:szCs w:val="18"/>
          <w:lang w:val="pl-PL" w:eastAsia="en-US"/>
        </w:rPr>
        <w:t>bro</w:t>
      </w:r>
      <w:r w:rsidRPr="00AF09A6">
        <w:rPr>
          <w:color w:val="000000"/>
          <w:szCs w:val="18"/>
          <w:lang w:eastAsia="en-US"/>
        </w:rPr>
        <w:t>j telefona)                                                                                                      (broj telefaksa)</w:t>
      </w:r>
    </w:p>
    <w:p w14:paraId="1098C244" w14:textId="77777777" w:rsidR="0009574B" w:rsidRPr="00AF09A6" w:rsidRDefault="0009574B" w:rsidP="002E38F5">
      <w:pPr>
        <w:overflowPunct/>
        <w:autoSpaceDE/>
        <w:autoSpaceDN/>
        <w:adjustRightInd/>
        <w:ind w:right="-468"/>
        <w:jc w:val="both"/>
        <w:textAlignment w:val="auto"/>
        <w:rPr>
          <w:szCs w:val="24"/>
          <w:lang w:eastAsia="en-US"/>
        </w:rPr>
      </w:pPr>
    </w:p>
    <w:p w14:paraId="4F616BE4" w14:textId="77777777" w:rsidR="00BD45FC" w:rsidRPr="00AF09A6" w:rsidRDefault="00BD45FC" w:rsidP="002E38F5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6774E4B7" w14:textId="77777777" w:rsidR="00BD45FC" w:rsidRPr="00AF09A6" w:rsidRDefault="00BD45FC" w:rsidP="002E38F5">
      <w:pPr>
        <w:overflowPunct/>
        <w:autoSpaceDE/>
        <w:autoSpaceDN/>
        <w:adjustRightInd/>
        <w:jc w:val="both"/>
        <w:textAlignment w:val="auto"/>
        <w:rPr>
          <w:szCs w:val="24"/>
          <w:lang w:eastAsia="en-US"/>
        </w:rPr>
      </w:pPr>
      <w:r w:rsidRPr="00AF09A6">
        <w:rPr>
          <w:b/>
          <w:bCs/>
          <w:szCs w:val="24"/>
          <w:shd w:val="clear" w:color="auto" w:fill="FFFFFF"/>
          <w:lang w:eastAsia="en-US"/>
        </w:rPr>
        <w:t>CIJENA PONUDE</w:t>
      </w:r>
      <w:r w:rsidRPr="00AF09A6">
        <w:rPr>
          <w:szCs w:val="24"/>
          <w:lang w:eastAsia="en-US"/>
        </w:rPr>
        <w:t xml:space="preserve"> </w:t>
      </w:r>
      <w:r w:rsidRPr="00AF09A6">
        <w:rPr>
          <w:b/>
          <w:bCs/>
          <w:szCs w:val="24"/>
          <w:lang w:eastAsia="en-US"/>
        </w:rPr>
        <w:t>bez PDV</w:t>
      </w:r>
      <w:r w:rsidR="0009574B" w:rsidRPr="00AF09A6">
        <w:rPr>
          <w:b/>
          <w:bCs/>
          <w:szCs w:val="24"/>
          <w:lang w:eastAsia="en-US"/>
        </w:rPr>
        <w:t>-</w:t>
      </w:r>
      <w:r w:rsidRPr="00AF09A6">
        <w:rPr>
          <w:b/>
          <w:bCs/>
          <w:szCs w:val="24"/>
          <w:lang w:eastAsia="en-US"/>
        </w:rPr>
        <w:t>a</w:t>
      </w:r>
      <w:r w:rsidRPr="00AF09A6">
        <w:rPr>
          <w:szCs w:val="24"/>
          <w:lang w:eastAsia="en-US"/>
        </w:rPr>
        <w:t>:</w:t>
      </w:r>
      <w:r w:rsidR="0009574B" w:rsidRPr="00AF09A6">
        <w:rPr>
          <w:szCs w:val="24"/>
          <w:lang w:eastAsia="en-US"/>
        </w:rPr>
        <w:t xml:space="preserve"> </w:t>
      </w:r>
      <w:r w:rsidRPr="00AF09A6">
        <w:rPr>
          <w:szCs w:val="24"/>
          <w:lang w:eastAsia="en-US"/>
        </w:rPr>
        <w:t>____________________________________________  kn</w:t>
      </w:r>
    </w:p>
    <w:p w14:paraId="0A7726FC" w14:textId="77777777" w:rsidR="00BD45FC" w:rsidRPr="00AF09A6" w:rsidRDefault="00BD45FC" w:rsidP="002E38F5">
      <w:pPr>
        <w:overflowPunct/>
        <w:autoSpaceDE/>
        <w:autoSpaceDN/>
        <w:adjustRightInd/>
        <w:ind w:left="360"/>
        <w:textAlignment w:val="auto"/>
        <w:rPr>
          <w:szCs w:val="24"/>
          <w:lang w:eastAsia="en-US"/>
        </w:rPr>
      </w:pPr>
    </w:p>
    <w:p w14:paraId="181F579C" w14:textId="77777777" w:rsidR="00BD45FC" w:rsidRPr="00AF09A6" w:rsidRDefault="00FF79A5" w:rsidP="002E38F5">
      <w:pPr>
        <w:overflowPunct/>
        <w:autoSpaceDE/>
        <w:autoSpaceDN/>
        <w:adjustRightInd/>
        <w:jc w:val="both"/>
        <w:textAlignment w:val="auto"/>
        <w:rPr>
          <w:szCs w:val="24"/>
          <w:lang w:eastAsia="en-US"/>
        </w:rPr>
      </w:pPr>
      <w:r w:rsidRPr="00AF09A6">
        <w:rPr>
          <w:b/>
          <w:bCs/>
          <w:szCs w:val="24"/>
          <w:lang w:eastAsia="en-US"/>
        </w:rPr>
        <w:t xml:space="preserve">IZNOS </w:t>
      </w:r>
      <w:r w:rsidR="00BD45FC" w:rsidRPr="00AF09A6">
        <w:rPr>
          <w:b/>
          <w:bCs/>
          <w:szCs w:val="24"/>
          <w:lang w:eastAsia="en-US"/>
        </w:rPr>
        <w:t xml:space="preserve">PDV-a: </w:t>
      </w:r>
      <w:r w:rsidR="00BD45FC" w:rsidRPr="00AF09A6">
        <w:rPr>
          <w:szCs w:val="24"/>
          <w:lang w:eastAsia="en-US"/>
        </w:rPr>
        <w:t>__________________________________________________________ kn</w:t>
      </w:r>
    </w:p>
    <w:p w14:paraId="0570A8C8" w14:textId="77777777" w:rsidR="00BD45FC" w:rsidRPr="00AF09A6" w:rsidRDefault="00BD45FC" w:rsidP="002E38F5">
      <w:pPr>
        <w:overflowPunct/>
        <w:autoSpaceDE/>
        <w:autoSpaceDN/>
        <w:adjustRightInd/>
        <w:ind w:left="360"/>
        <w:textAlignment w:val="auto"/>
        <w:rPr>
          <w:szCs w:val="24"/>
          <w:lang w:eastAsia="en-US"/>
        </w:rPr>
      </w:pPr>
      <w:r w:rsidRPr="00AF09A6">
        <w:rPr>
          <w:szCs w:val="24"/>
          <w:lang w:eastAsia="en-US"/>
        </w:rPr>
        <w:t xml:space="preserve">                                              (ne ispunjava se ukoliko ponuditelj nije u sustavu </w:t>
      </w:r>
      <w:r w:rsidR="0009574B" w:rsidRPr="00AF09A6">
        <w:rPr>
          <w:szCs w:val="24"/>
          <w:lang w:eastAsia="en-US"/>
        </w:rPr>
        <w:t>PDV</w:t>
      </w:r>
      <w:r w:rsidRPr="00AF09A6">
        <w:rPr>
          <w:szCs w:val="24"/>
          <w:lang w:eastAsia="en-US"/>
        </w:rPr>
        <w:t>-a)</w:t>
      </w:r>
    </w:p>
    <w:p w14:paraId="4E07C178" w14:textId="77777777" w:rsidR="00BD45FC" w:rsidRPr="00AF09A6" w:rsidRDefault="00BD45FC" w:rsidP="002E38F5">
      <w:pPr>
        <w:overflowPunct/>
        <w:autoSpaceDE/>
        <w:autoSpaceDN/>
        <w:adjustRightInd/>
        <w:ind w:left="360"/>
        <w:textAlignment w:val="auto"/>
        <w:rPr>
          <w:b/>
          <w:bCs/>
          <w:szCs w:val="24"/>
          <w:lang w:eastAsia="en-US"/>
        </w:rPr>
      </w:pPr>
    </w:p>
    <w:p w14:paraId="1A95F702" w14:textId="77777777" w:rsidR="00FF79A5" w:rsidRPr="00AF09A6" w:rsidRDefault="00BD45FC" w:rsidP="002E38F5">
      <w:pPr>
        <w:overflowPunct/>
        <w:autoSpaceDE/>
        <w:autoSpaceDN/>
        <w:adjustRightInd/>
        <w:jc w:val="both"/>
        <w:textAlignment w:val="auto"/>
        <w:rPr>
          <w:szCs w:val="24"/>
          <w:lang w:eastAsia="en-US"/>
        </w:rPr>
      </w:pPr>
      <w:r w:rsidRPr="00AF09A6">
        <w:rPr>
          <w:b/>
          <w:bCs/>
          <w:szCs w:val="24"/>
          <w:lang w:eastAsia="en-US"/>
        </w:rPr>
        <w:t>CI</w:t>
      </w:r>
      <w:r w:rsidRPr="00AF09A6">
        <w:rPr>
          <w:b/>
          <w:bCs/>
          <w:szCs w:val="24"/>
          <w:shd w:val="clear" w:color="auto" w:fill="FFFFFF"/>
          <w:lang w:eastAsia="en-US"/>
        </w:rPr>
        <w:t>JENA PONUDE</w:t>
      </w:r>
      <w:r w:rsidRPr="00AF09A6">
        <w:rPr>
          <w:b/>
          <w:bCs/>
          <w:szCs w:val="24"/>
          <w:lang w:eastAsia="en-US"/>
        </w:rPr>
        <w:t xml:space="preserve"> s PDV-om: </w:t>
      </w:r>
      <w:r w:rsidRPr="00AF09A6">
        <w:rPr>
          <w:szCs w:val="24"/>
          <w:lang w:eastAsia="en-US"/>
        </w:rPr>
        <w:t>_____________________________________________  kn</w:t>
      </w:r>
    </w:p>
    <w:p w14:paraId="0631B61C" w14:textId="77777777" w:rsidR="00BD45FC" w:rsidRPr="00AF09A6" w:rsidRDefault="00BD45FC" w:rsidP="002E38F5">
      <w:pPr>
        <w:overflowPunct/>
        <w:autoSpaceDE/>
        <w:autoSpaceDN/>
        <w:adjustRightInd/>
        <w:ind w:left="3119"/>
        <w:jc w:val="both"/>
        <w:textAlignment w:val="auto"/>
        <w:rPr>
          <w:szCs w:val="24"/>
          <w:lang w:eastAsia="en-US"/>
        </w:rPr>
      </w:pPr>
      <w:r w:rsidRPr="00AF09A6">
        <w:rPr>
          <w:szCs w:val="24"/>
          <w:lang w:eastAsia="en-US"/>
        </w:rPr>
        <w:t xml:space="preserve">(ukoliko ponuditelj nije u sustavu </w:t>
      </w:r>
      <w:r w:rsidR="0009574B" w:rsidRPr="00AF09A6">
        <w:rPr>
          <w:szCs w:val="24"/>
          <w:lang w:eastAsia="en-US"/>
        </w:rPr>
        <w:t>PDV</w:t>
      </w:r>
      <w:r w:rsidRPr="00AF09A6">
        <w:rPr>
          <w:szCs w:val="24"/>
          <w:lang w:eastAsia="en-US"/>
        </w:rPr>
        <w:t>-a upisuje se cijena ponude bez PDV-a)</w:t>
      </w:r>
    </w:p>
    <w:p w14:paraId="3C24145B" w14:textId="77777777" w:rsidR="00FF79A5" w:rsidRPr="00AF09A6" w:rsidRDefault="00FF79A5" w:rsidP="002E38F5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4F2DCC23" w14:textId="77777777" w:rsidR="00BD45FC" w:rsidRPr="00AF09A6" w:rsidRDefault="00BD45FC" w:rsidP="002E38F5">
      <w:pPr>
        <w:overflowPunct/>
        <w:autoSpaceDE/>
        <w:autoSpaceDN/>
        <w:adjustRightInd/>
        <w:textAlignment w:val="auto"/>
        <w:rPr>
          <w:b/>
          <w:bCs/>
          <w:szCs w:val="24"/>
          <w:lang w:eastAsia="en-US"/>
        </w:rPr>
      </w:pPr>
      <w:r w:rsidRPr="00AF09A6">
        <w:rPr>
          <w:b/>
          <w:bCs/>
          <w:szCs w:val="24"/>
          <w:shd w:val="clear" w:color="auto" w:fill="FFFFFF"/>
          <w:lang w:eastAsia="en-US"/>
        </w:rPr>
        <w:t>ROK VALJANOSTI PONUDE</w:t>
      </w:r>
      <w:r w:rsidRPr="00AF09A6">
        <w:rPr>
          <w:b/>
          <w:bCs/>
          <w:szCs w:val="24"/>
          <w:lang w:eastAsia="en-US"/>
        </w:rPr>
        <w:t xml:space="preserve">: 30 dana </w:t>
      </w:r>
      <w:bookmarkStart w:id="0" w:name="_Hlk72307832"/>
      <w:r w:rsidRPr="00AF09A6">
        <w:rPr>
          <w:b/>
          <w:bCs/>
          <w:szCs w:val="24"/>
          <w:lang w:eastAsia="en-US"/>
        </w:rPr>
        <w:t>od roka za dostavu ponuda.</w:t>
      </w:r>
      <w:bookmarkEnd w:id="0"/>
    </w:p>
    <w:p w14:paraId="2AFD35D4" w14:textId="77777777" w:rsidR="00BD45FC" w:rsidRPr="00AF09A6" w:rsidRDefault="00BD45FC" w:rsidP="002E38F5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4F06DB0F" w14:textId="77777777" w:rsidR="00BD45FC" w:rsidRPr="00AF09A6" w:rsidRDefault="00BD45FC" w:rsidP="002E38F5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550EAE82" w14:textId="77777777" w:rsidR="00BD45FC" w:rsidRPr="00AF09A6" w:rsidRDefault="00BD45FC" w:rsidP="002E38F5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AF09A6">
        <w:rPr>
          <w:szCs w:val="24"/>
          <w:lang w:eastAsia="en-US"/>
        </w:rPr>
        <w:t>U__________________,   __________202</w:t>
      </w:r>
      <w:r w:rsidR="00FF79A5" w:rsidRPr="00AF09A6">
        <w:rPr>
          <w:szCs w:val="24"/>
          <w:lang w:eastAsia="en-US"/>
        </w:rPr>
        <w:t>1</w:t>
      </w:r>
      <w:r w:rsidRPr="00AF09A6">
        <w:rPr>
          <w:szCs w:val="24"/>
          <w:lang w:eastAsia="en-US"/>
        </w:rPr>
        <w:t>.</w:t>
      </w:r>
    </w:p>
    <w:p w14:paraId="2F4985D2" w14:textId="77777777" w:rsidR="00BD45FC" w:rsidRPr="00AF09A6" w:rsidRDefault="00BD45FC" w:rsidP="002E38F5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AF09A6">
        <w:rPr>
          <w:szCs w:val="24"/>
          <w:lang w:eastAsia="en-US"/>
        </w:rPr>
        <w:t xml:space="preserve">                 (mjesto)                  (datum)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343"/>
        <w:gridCol w:w="4727"/>
      </w:tblGrid>
      <w:tr w:rsidR="00BD45FC" w:rsidRPr="00AF09A6" w14:paraId="04F7CAC0" w14:textId="77777777" w:rsidTr="00FF79A5">
        <w:tc>
          <w:tcPr>
            <w:tcW w:w="4456" w:type="dxa"/>
          </w:tcPr>
          <w:p w14:paraId="329FA5E7" w14:textId="77777777" w:rsidR="00BD45FC" w:rsidRPr="00AF09A6" w:rsidRDefault="00BD45FC" w:rsidP="002E38F5">
            <w:pPr>
              <w:overflowPunct/>
              <w:autoSpaceDE/>
              <w:autoSpaceDN/>
              <w:adjustRightInd/>
              <w:textAlignment w:val="auto"/>
              <w:rPr>
                <w:szCs w:val="24"/>
                <w:lang w:eastAsia="en-US"/>
              </w:rPr>
            </w:pPr>
          </w:p>
          <w:p w14:paraId="31AC55E0" w14:textId="77777777" w:rsidR="00BD45FC" w:rsidRPr="00AF09A6" w:rsidRDefault="00BD45FC" w:rsidP="002E38F5">
            <w:pPr>
              <w:overflowPunct/>
              <w:autoSpaceDE/>
              <w:autoSpaceDN/>
              <w:adjustRightInd/>
              <w:textAlignment w:val="auto"/>
              <w:rPr>
                <w:szCs w:val="24"/>
                <w:lang w:eastAsia="en-US"/>
              </w:rPr>
            </w:pPr>
          </w:p>
        </w:tc>
        <w:tc>
          <w:tcPr>
            <w:tcW w:w="4830" w:type="dxa"/>
          </w:tcPr>
          <w:p w14:paraId="3B674CBD" w14:textId="77777777" w:rsidR="00BD45FC" w:rsidRPr="00AF09A6" w:rsidRDefault="00BD45FC" w:rsidP="002E38F5">
            <w:pPr>
              <w:overflowPunct/>
              <w:autoSpaceDE/>
              <w:autoSpaceDN/>
              <w:adjustRightInd/>
              <w:textAlignment w:val="auto"/>
              <w:rPr>
                <w:szCs w:val="24"/>
                <w:lang w:eastAsia="en-US"/>
              </w:rPr>
            </w:pPr>
          </w:p>
        </w:tc>
      </w:tr>
      <w:tr w:rsidR="00BD45FC" w:rsidRPr="00AF09A6" w14:paraId="11DC2162" w14:textId="77777777" w:rsidTr="00FF79A5">
        <w:tc>
          <w:tcPr>
            <w:tcW w:w="4456" w:type="dxa"/>
          </w:tcPr>
          <w:p w14:paraId="3129E44B" w14:textId="77777777" w:rsidR="00BD45FC" w:rsidRPr="00AF09A6" w:rsidRDefault="00BD45FC" w:rsidP="002E38F5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  <w:r w:rsidRPr="00AF09A6">
              <w:rPr>
                <w:szCs w:val="24"/>
                <w:lang w:eastAsia="en-US"/>
              </w:rPr>
              <w:t>M.P.</w:t>
            </w:r>
          </w:p>
          <w:p w14:paraId="2F27E218" w14:textId="77777777" w:rsidR="00BD45FC" w:rsidRPr="00AF09A6" w:rsidRDefault="00BD45FC" w:rsidP="002E38F5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</w:p>
        </w:tc>
        <w:tc>
          <w:tcPr>
            <w:tcW w:w="4830" w:type="dxa"/>
          </w:tcPr>
          <w:p w14:paraId="28198C2F" w14:textId="77777777" w:rsidR="00BD45FC" w:rsidRPr="00AF09A6" w:rsidRDefault="00BD45FC" w:rsidP="002E38F5">
            <w:pPr>
              <w:pBdr>
                <w:bottom w:val="single" w:sz="12" w:space="1" w:color="auto"/>
              </w:pBdr>
              <w:overflowPunct/>
              <w:autoSpaceDE/>
              <w:autoSpaceDN/>
              <w:adjustRightInd/>
              <w:textAlignment w:val="auto"/>
              <w:rPr>
                <w:szCs w:val="24"/>
                <w:lang w:eastAsia="en-US"/>
              </w:rPr>
            </w:pPr>
          </w:p>
          <w:p w14:paraId="7723BC44" w14:textId="77777777" w:rsidR="00BD45FC" w:rsidRPr="00AF09A6" w:rsidRDefault="00BD45FC" w:rsidP="002E38F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AF09A6">
              <w:rPr>
                <w:szCs w:val="24"/>
                <w:lang w:eastAsia="en-US"/>
              </w:rPr>
              <w:t xml:space="preserve">(potpis </w:t>
            </w:r>
            <w:proofErr w:type="spellStart"/>
            <w:r w:rsidRPr="00AF09A6">
              <w:rPr>
                <w:szCs w:val="24"/>
                <w:lang w:eastAsia="en-US"/>
              </w:rPr>
              <w:t>punuditelja</w:t>
            </w:r>
            <w:proofErr w:type="spellEnd"/>
            <w:r w:rsidRPr="00AF09A6">
              <w:rPr>
                <w:szCs w:val="24"/>
                <w:lang w:eastAsia="en-US"/>
              </w:rPr>
              <w:t>)</w:t>
            </w:r>
          </w:p>
          <w:p w14:paraId="30FA6AB3" w14:textId="77777777" w:rsidR="00BD45FC" w:rsidRPr="00AF09A6" w:rsidRDefault="00BD45FC" w:rsidP="002E38F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</w:p>
        </w:tc>
      </w:tr>
    </w:tbl>
    <w:p w14:paraId="44F96399" w14:textId="77777777" w:rsidR="00BD45FC" w:rsidRPr="00F678A4" w:rsidRDefault="00BD45FC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  <w:b/>
        </w:rPr>
      </w:pPr>
    </w:p>
    <w:p w14:paraId="2E6ECADC" w14:textId="77777777" w:rsidR="00BD45FC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6B693170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3D9A7585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699B5571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0729BFFF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67B75B59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00384AA4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0A9418DF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6E8AEBB1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6280D4DC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0372D850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67E1271D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43A66A43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6247674D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6852E271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4EC5F15A" w14:textId="77777777" w:rsidR="00051392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1AC8DD8B" w14:textId="77777777" w:rsidR="00051392" w:rsidRPr="0055793D" w:rsidRDefault="000513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26E7DACA" w14:textId="77777777" w:rsidR="00BD45FC" w:rsidRPr="00D67949" w:rsidRDefault="0055793D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D67949">
        <w:rPr>
          <w:rFonts w:ascii="Times New Roman" w:hAnsi="Times New Roman" w:cs="Times New Roman"/>
          <w:b/>
        </w:rPr>
        <w:t xml:space="preserve">Prilog </w:t>
      </w:r>
      <w:r w:rsidR="00BD45FC" w:rsidRPr="00D67949">
        <w:rPr>
          <w:rFonts w:ascii="Times New Roman" w:hAnsi="Times New Roman" w:cs="Times New Roman"/>
          <w:b/>
        </w:rPr>
        <w:t>2. </w:t>
      </w:r>
    </w:p>
    <w:p w14:paraId="27C14130" w14:textId="77777777" w:rsidR="00BD45FC" w:rsidRPr="00D67949" w:rsidRDefault="00BD45FC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3BEEA50E" w14:textId="77777777" w:rsidR="00BD45FC" w:rsidRPr="00D67949" w:rsidRDefault="00BD45FC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4D3EE306" w14:textId="77777777" w:rsidR="00BD45FC" w:rsidRPr="00D67949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67949">
        <w:rPr>
          <w:rFonts w:ascii="Times New Roman" w:hAnsi="Times New Roman" w:cs="Times New Roman"/>
        </w:rPr>
        <w:t>Temeljem članka 251</w:t>
      </w:r>
      <w:r w:rsidR="0055793D" w:rsidRPr="00D67949">
        <w:rPr>
          <w:rFonts w:ascii="Times New Roman" w:hAnsi="Times New Roman" w:cs="Times New Roman"/>
        </w:rPr>
        <w:t>.</w:t>
      </w:r>
      <w:r w:rsidRPr="00D67949">
        <w:rPr>
          <w:rFonts w:ascii="Times New Roman" w:hAnsi="Times New Roman" w:cs="Times New Roman"/>
        </w:rPr>
        <w:t xml:space="preserve"> stavka 1. točka 1. i članka 265. stavka 2. Zakona o javnoj nabavi (Narodne novine, br. 120/2016),</w:t>
      </w:r>
      <w:r w:rsidR="005E7E76" w:rsidRPr="00D67949">
        <w:rPr>
          <w:rFonts w:ascii="Times New Roman" w:hAnsi="Times New Roman" w:cs="Times New Roman"/>
        </w:rPr>
        <w:t xml:space="preserve"> te članka 20. stavka 12. Pravilnika o dokumentaciji o nabavi te ponudi u postupcima javne nabave (Narodne novine broj 65/2017, 75/2020)</w:t>
      </w:r>
      <w:r w:rsidRPr="00D67949">
        <w:rPr>
          <w:rFonts w:ascii="Times New Roman" w:hAnsi="Times New Roman" w:cs="Times New Roman"/>
        </w:rPr>
        <w:t xml:space="preserve"> kao ovlaštena osoba za zastupanje gospodarskog subjekta dajem sljedeću:</w:t>
      </w:r>
    </w:p>
    <w:p w14:paraId="00984E53" w14:textId="77777777" w:rsidR="0055793D" w:rsidRPr="0072457F" w:rsidRDefault="0055793D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6E018444" w14:textId="77777777" w:rsidR="005E7E76" w:rsidRPr="0072457F" w:rsidRDefault="005E7E76" w:rsidP="0009574B">
      <w:pPr>
        <w:pStyle w:val="NormalWeb"/>
        <w:spacing w:before="0" w:beforeAutospacing="0" w:after="0" w:afterAutospacing="0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14:paraId="4B3C14CC" w14:textId="77777777" w:rsidR="005E7E76" w:rsidRPr="0072457F" w:rsidRDefault="005E7E76" w:rsidP="0009574B">
      <w:pPr>
        <w:pStyle w:val="NormalWeb"/>
        <w:spacing w:before="0" w:beforeAutospacing="0" w:after="0" w:afterAutospacing="0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14:paraId="5AF6B14C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  <w:r w:rsidRPr="0072457F">
        <w:rPr>
          <w:rStyle w:val="Strong"/>
          <w:rFonts w:ascii="Times New Roman" w:hAnsi="Times New Roman" w:cs="Times New Roman"/>
        </w:rPr>
        <w:t>IZJAVU O NEKAŽNJAVANJU</w:t>
      </w:r>
    </w:p>
    <w:p w14:paraId="44FC8C9F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27AB8BB3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14:paraId="7B1B26FE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14:paraId="5BB3DDBA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kojom ja ________________________________ iz _________________________________</w:t>
      </w:r>
    </w:p>
    <w:p w14:paraId="1E4E015D" w14:textId="77777777" w:rsidR="00BD45FC" w:rsidRPr="0072457F" w:rsidRDefault="00BD45FC" w:rsidP="0009574B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</w:rPr>
      </w:pPr>
      <w:r w:rsidRPr="0072457F">
        <w:rPr>
          <w:rStyle w:val="Emphasis"/>
          <w:rFonts w:ascii="Times New Roman" w:hAnsi="Times New Roman" w:cs="Times New Roman"/>
        </w:rPr>
        <w:t xml:space="preserve">     (ime i prezime)                                    (adresa stanovanja)</w:t>
      </w:r>
    </w:p>
    <w:p w14:paraId="319709A1" w14:textId="77777777" w:rsidR="0055793D" w:rsidRPr="0072457F" w:rsidRDefault="0055793D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0A592BD9" w14:textId="77777777" w:rsidR="0055793D" w:rsidRPr="0072457F" w:rsidRDefault="0055793D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vrsta i broj identifikacijskog dokumenta _______________________________________</w:t>
      </w:r>
    </w:p>
    <w:p w14:paraId="19F3ECD1" w14:textId="77777777" w:rsidR="0055793D" w:rsidRPr="0072457F" w:rsidRDefault="0055793D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 xml:space="preserve">izdane od___________________________________________. </w:t>
      </w:r>
    </w:p>
    <w:p w14:paraId="3DD0BE41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0C1FA386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</w:rPr>
      </w:pPr>
      <w:r w:rsidRPr="0072457F">
        <w:rPr>
          <w:rFonts w:ascii="Times New Roman" w:hAnsi="Times New Roman" w:cs="Times New Roman"/>
        </w:rPr>
        <w:t xml:space="preserve">kao osoba iz članka 251. stavka 1. točke 1. Zakona o javnoj nabavi </w:t>
      </w:r>
      <w:r w:rsidRPr="0072457F">
        <w:rPr>
          <w:rStyle w:val="Strong"/>
          <w:rFonts w:ascii="Times New Roman" w:hAnsi="Times New Roman" w:cs="Times New Roman"/>
        </w:rPr>
        <w:t>za sebe i za gospodarski subjekt</w:t>
      </w:r>
      <w:r w:rsidRPr="0072457F">
        <w:rPr>
          <w:rFonts w:ascii="Times New Roman" w:hAnsi="Times New Roman" w:cs="Times New Roman"/>
          <w:b/>
          <w:bCs/>
        </w:rPr>
        <w:t>:</w:t>
      </w:r>
    </w:p>
    <w:p w14:paraId="34D11257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53B95218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___________________________________________________________________________</w:t>
      </w:r>
    </w:p>
    <w:p w14:paraId="078F4F4B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</w:rPr>
      </w:pPr>
      <w:r w:rsidRPr="0072457F">
        <w:rPr>
          <w:rFonts w:ascii="Times New Roman" w:hAnsi="Times New Roman" w:cs="Times New Roman"/>
          <w:i/>
          <w:iCs/>
        </w:rPr>
        <w:t>(naziv i sjedište gospodarskog subjekta, OIB)</w:t>
      </w:r>
    </w:p>
    <w:p w14:paraId="1FE1AB4B" w14:textId="77777777" w:rsidR="00BD45FC" w:rsidRPr="00F703AE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u w:val="single"/>
        </w:rPr>
      </w:pPr>
    </w:p>
    <w:p w14:paraId="2F7514D1" w14:textId="77777777" w:rsidR="00BD45FC" w:rsidRPr="00F703AE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703AE">
        <w:rPr>
          <w:rFonts w:ascii="Times New Roman" w:hAnsi="Times New Roman" w:cs="Times New Roman"/>
        </w:rPr>
        <w:t>Izjavljujem da ja ni gore navedeni gospodarski subjekt nismo pravomoćnom presudom osuđeni za:</w:t>
      </w:r>
    </w:p>
    <w:p w14:paraId="39AC7516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28149AB2" w14:textId="77777777" w:rsidR="00BD45FC" w:rsidRPr="0072457F" w:rsidRDefault="00BD45FC" w:rsidP="0009574B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b/>
          <w:bCs/>
          <w:color w:val="auto"/>
        </w:rPr>
        <w:t>a)</w:t>
      </w:r>
      <w:r w:rsidRPr="0072457F">
        <w:rPr>
          <w:rFonts w:ascii="Times New Roman" w:hAnsi="Times New Roman" w:cs="Times New Roman"/>
          <w:b/>
          <w:bCs/>
          <w:color w:val="auto"/>
        </w:rPr>
        <w:tab/>
        <w:t>sudjelovanje u zločinačkoj organizaciji, na temelju:</w:t>
      </w:r>
    </w:p>
    <w:p w14:paraId="397F6001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>članka 328. (zločinačko udruženje) i članka 329. (počinjenje kaznenog djela u sastavu zločinačkog udruženja) Kaznenog zakona</w:t>
      </w:r>
    </w:p>
    <w:p w14:paraId="6692C8D3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 xml:space="preserve">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282F24EA" w14:textId="77777777" w:rsidR="00BD45FC" w:rsidRPr="0072457F" w:rsidRDefault="00BD45FC" w:rsidP="0009574B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b/>
          <w:bCs/>
          <w:color w:val="auto"/>
        </w:rPr>
        <w:t>b)</w:t>
      </w:r>
      <w:r w:rsidRPr="0072457F">
        <w:rPr>
          <w:rFonts w:ascii="Times New Roman" w:hAnsi="Times New Roman" w:cs="Times New Roman"/>
          <w:b/>
          <w:bCs/>
          <w:color w:val="auto"/>
        </w:rPr>
        <w:tab/>
        <w:t xml:space="preserve">korupciju, na temelju: </w:t>
      </w:r>
    </w:p>
    <w:p w14:paraId="33A7EBD1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4C0E7D5A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62EBCA06" w14:textId="77777777" w:rsidR="00BD45FC" w:rsidRPr="0072457F" w:rsidRDefault="00BD45FC" w:rsidP="000957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b/>
          <w:bCs/>
          <w:color w:val="auto"/>
        </w:rPr>
        <w:t xml:space="preserve">c) prijevaru, na temelju: </w:t>
      </w:r>
    </w:p>
    <w:p w14:paraId="0AB22A57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lastRenderedPageBreak/>
        <w:t>–</w:t>
      </w:r>
      <w:r w:rsidRPr="0072457F">
        <w:rPr>
          <w:rFonts w:ascii="Times New Roman" w:hAnsi="Times New Roman" w:cs="Times New Roman"/>
          <w:color w:val="auto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700EFD21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0A11DDAB" w14:textId="77777777" w:rsidR="00BD45FC" w:rsidRPr="0072457F" w:rsidRDefault="00BD45FC" w:rsidP="0009574B">
      <w:pPr>
        <w:pStyle w:val="Default"/>
        <w:ind w:left="567" w:hanging="567"/>
        <w:jc w:val="both"/>
        <w:rPr>
          <w:rFonts w:ascii="Times New Roman" w:hAnsi="Times New Roman" w:cs="Times New Roman"/>
          <w:b/>
          <w:bCs/>
          <w:color w:val="auto"/>
        </w:rPr>
      </w:pPr>
      <w:r w:rsidRPr="0072457F">
        <w:rPr>
          <w:rFonts w:ascii="Times New Roman" w:hAnsi="Times New Roman" w:cs="Times New Roman"/>
          <w:b/>
          <w:bCs/>
          <w:color w:val="auto"/>
        </w:rPr>
        <w:t xml:space="preserve">d) terorizam ili kaznena djela povezana s terorističkim aktivnostima, na temelju </w:t>
      </w:r>
    </w:p>
    <w:p w14:paraId="6A719434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-</w:t>
      </w:r>
      <w:r w:rsidRPr="0072457F">
        <w:rPr>
          <w:rFonts w:ascii="Times New Roman" w:hAnsi="Times New Roman" w:cs="Times New Roman"/>
          <w:color w:val="auto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224F79BE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5DFE223F" w14:textId="77777777" w:rsidR="00BD45FC" w:rsidRPr="0072457F" w:rsidRDefault="00BD45FC" w:rsidP="0009574B">
      <w:pPr>
        <w:pStyle w:val="Default"/>
        <w:ind w:left="567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 xml:space="preserve">i članka 102. (terorističko udruženje) Kaznenog zakona </w:t>
      </w:r>
    </w:p>
    <w:p w14:paraId="7974BBE0" w14:textId="77777777" w:rsidR="00BD45FC" w:rsidRPr="0072457F" w:rsidRDefault="00BD45FC" w:rsidP="000957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b/>
          <w:bCs/>
          <w:color w:val="auto"/>
        </w:rPr>
        <w:t xml:space="preserve">e) pranje novca ili financiranje terorizma, na temelju </w:t>
      </w:r>
    </w:p>
    <w:p w14:paraId="0E587D49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 xml:space="preserve">članka 98. (financiranje terorizma) i članka 265. (pranje novca) Kaznenog zakona </w:t>
      </w:r>
    </w:p>
    <w:p w14:paraId="73CB0533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4E9371C2" w14:textId="77777777" w:rsidR="00BD45FC" w:rsidRPr="0072457F" w:rsidRDefault="00BD45FC" w:rsidP="000957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b/>
          <w:bCs/>
          <w:color w:val="auto"/>
        </w:rPr>
        <w:t xml:space="preserve">f) dječji rad ili druge oblike trgovanja ljudima, na temelju </w:t>
      </w:r>
    </w:p>
    <w:p w14:paraId="097FFF9D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 xml:space="preserve">članka 106. (trgovanje ljudima) Kaznenog zakona </w:t>
      </w:r>
    </w:p>
    <w:p w14:paraId="0E7DDF3D" w14:textId="77777777" w:rsidR="00BD45FC" w:rsidRPr="0072457F" w:rsidRDefault="00BD45FC" w:rsidP="0009574B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72457F">
        <w:rPr>
          <w:rFonts w:ascii="Times New Roman" w:hAnsi="Times New Roman" w:cs="Times New Roman"/>
          <w:color w:val="auto"/>
        </w:rPr>
        <w:t>–</w:t>
      </w:r>
      <w:r w:rsidRPr="0072457F">
        <w:rPr>
          <w:rFonts w:ascii="Times New Roman" w:hAnsi="Times New Roman" w:cs="Times New Roman"/>
          <w:color w:val="auto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0DE9D94A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5F41B337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76851BD2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6B893522" w14:textId="77777777" w:rsidR="005E7E76" w:rsidRPr="0072457F" w:rsidRDefault="005E7E76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72457F">
        <w:rPr>
          <w:szCs w:val="24"/>
          <w:lang w:eastAsia="en-US"/>
        </w:rPr>
        <w:t>U__________________, __________________ 2021.</w:t>
      </w:r>
    </w:p>
    <w:p w14:paraId="09C83E49" w14:textId="77777777" w:rsidR="005E7E76" w:rsidRPr="0072457F" w:rsidRDefault="005E7E76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72457F">
        <w:rPr>
          <w:szCs w:val="24"/>
          <w:lang w:eastAsia="en-US"/>
        </w:rPr>
        <w:t xml:space="preserve">                 (mjesto)                     (datum)</w:t>
      </w:r>
    </w:p>
    <w:p w14:paraId="620A1D68" w14:textId="77777777" w:rsidR="00BD45FC" w:rsidRPr="0072457F" w:rsidRDefault="00BD45FC" w:rsidP="0009574B">
      <w:pPr>
        <w:overflowPunct/>
        <w:autoSpaceDE/>
        <w:adjustRightInd/>
        <w:ind w:right="-468"/>
        <w:rPr>
          <w:b/>
          <w:bCs/>
          <w:szCs w:val="24"/>
          <w:lang w:eastAsia="en-US"/>
        </w:rPr>
      </w:pPr>
    </w:p>
    <w:p w14:paraId="39170309" w14:textId="77777777" w:rsidR="00BD45FC" w:rsidRPr="0072457F" w:rsidRDefault="00BD45FC" w:rsidP="0009574B">
      <w:pPr>
        <w:overflowPunct/>
        <w:autoSpaceDE/>
        <w:adjustRightInd/>
        <w:rPr>
          <w:szCs w:val="24"/>
          <w:lang w:eastAsia="en-US"/>
        </w:rPr>
      </w:pPr>
    </w:p>
    <w:p w14:paraId="42DC4B75" w14:textId="77777777" w:rsidR="00BD45FC" w:rsidRPr="0072457F" w:rsidRDefault="00BD45FC" w:rsidP="0009574B">
      <w:pPr>
        <w:overflowPunct/>
        <w:autoSpaceDE/>
        <w:adjustRightInd/>
        <w:rPr>
          <w:szCs w:val="24"/>
          <w:lang w:eastAsia="en-US"/>
        </w:rPr>
      </w:pPr>
    </w:p>
    <w:p w14:paraId="1847A385" w14:textId="77777777" w:rsidR="00BD45FC" w:rsidRPr="0072457F" w:rsidRDefault="00BD45FC" w:rsidP="0009574B">
      <w:pPr>
        <w:overflowPunct/>
        <w:autoSpaceDE/>
        <w:adjustRightInd/>
        <w:rPr>
          <w:szCs w:val="24"/>
          <w:lang w:eastAsia="en-US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208"/>
        <w:gridCol w:w="5256"/>
      </w:tblGrid>
      <w:tr w:rsidR="00BD45FC" w:rsidRPr="0072457F" w14:paraId="40CD3833" w14:textId="77777777">
        <w:tc>
          <w:tcPr>
            <w:tcW w:w="4208" w:type="dxa"/>
            <w:hideMark/>
          </w:tcPr>
          <w:p w14:paraId="0F58DAE5" w14:textId="77777777" w:rsidR="00BD45FC" w:rsidRPr="0072457F" w:rsidRDefault="00BD45FC" w:rsidP="0009574B">
            <w:pPr>
              <w:overflowPunct/>
              <w:autoSpaceDE/>
              <w:adjustRightInd/>
              <w:jc w:val="right"/>
              <w:rPr>
                <w:szCs w:val="24"/>
                <w:lang w:eastAsia="en-US"/>
              </w:rPr>
            </w:pPr>
            <w:r w:rsidRPr="0072457F">
              <w:rPr>
                <w:szCs w:val="24"/>
                <w:lang w:eastAsia="en-US"/>
              </w:rPr>
              <w:t>M.P.</w:t>
            </w:r>
          </w:p>
        </w:tc>
        <w:tc>
          <w:tcPr>
            <w:tcW w:w="5256" w:type="dxa"/>
            <w:hideMark/>
          </w:tcPr>
          <w:p w14:paraId="5ED231CC" w14:textId="77777777" w:rsidR="00BD45FC" w:rsidRPr="0072457F" w:rsidRDefault="00BD45FC" w:rsidP="0009574B">
            <w:pPr>
              <w:overflowPunct/>
              <w:autoSpaceDE/>
              <w:adjustRightInd/>
              <w:jc w:val="center"/>
              <w:rPr>
                <w:szCs w:val="24"/>
                <w:lang w:eastAsia="en-US"/>
              </w:rPr>
            </w:pPr>
            <w:r w:rsidRPr="0072457F">
              <w:rPr>
                <w:szCs w:val="24"/>
                <w:lang w:eastAsia="en-US"/>
              </w:rPr>
              <w:t>__________________________________________</w:t>
            </w:r>
          </w:p>
        </w:tc>
      </w:tr>
      <w:tr w:rsidR="00BD45FC" w:rsidRPr="0072457F" w14:paraId="21FB0E52" w14:textId="77777777">
        <w:tc>
          <w:tcPr>
            <w:tcW w:w="4208" w:type="dxa"/>
          </w:tcPr>
          <w:p w14:paraId="1BF1D53F" w14:textId="77777777" w:rsidR="00BD45FC" w:rsidRPr="0072457F" w:rsidRDefault="00BD45FC" w:rsidP="0009574B">
            <w:pPr>
              <w:overflowPunct/>
              <w:autoSpaceDE/>
              <w:adjustRightInd/>
              <w:jc w:val="right"/>
              <w:rPr>
                <w:szCs w:val="24"/>
                <w:lang w:eastAsia="en-US"/>
              </w:rPr>
            </w:pPr>
          </w:p>
        </w:tc>
        <w:tc>
          <w:tcPr>
            <w:tcW w:w="5256" w:type="dxa"/>
            <w:hideMark/>
          </w:tcPr>
          <w:p w14:paraId="278E87C3" w14:textId="77777777" w:rsidR="00BD45FC" w:rsidRPr="0072457F" w:rsidRDefault="00BD45FC" w:rsidP="0009574B">
            <w:pPr>
              <w:overflowPunct/>
              <w:autoSpaceDE/>
              <w:adjustRightInd/>
              <w:ind w:right="-108"/>
              <w:jc w:val="center"/>
              <w:rPr>
                <w:szCs w:val="24"/>
                <w:lang w:eastAsia="en-US"/>
              </w:rPr>
            </w:pPr>
            <w:r w:rsidRPr="0072457F">
              <w:rPr>
                <w:szCs w:val="24"/>
                <w:lang w:eastAsia="en-US"/>
              </w:rPr>
              <w:t xml:space="preserve">(potpis </w:t>
            </w:r>
            <w:r w:rsidRPr="0072457F">
              <w:rPr>
                <w:szCs w:val="24"/>
              </w:rPr>
              <w:t>ovlaštene osobe za zastupanje gospodarskog subjekta</w:t>
            </w:r>
            <w:r w:rsidRPr="0072457F">
              <w:rPr>
                <w:szCs w:val="24"/>
                <w:lang w:eastAsia="en-US"/>
              </w:rPr>
              <w:t>)</w:t>
            </w:r>
          </w:p>
        </w:tc>
      </w:tr>
    </w:tbl>
    <w:p w14:paraId="37612865" w14:textId="77777777" w:rsidR="00BD45FC" w:rsidRPr="00F678A4" w:rsidRDefault="00BD45FC" w:rsidP="0009574B">
      <w:pPr>
        <w:overflowPunct/>
        <w:autoSpaceDE/>
        <w:autoSpaceDN/>
        <w:adjustRightInd/>
        <w:textAlignment w:val="auto"/>
        <w:rPr>
          <w:rFonts w:ascii="Century Gothic" w:hAnsi="Century Gothic"/>
          <w:sz w:val="22"/>
          <w:szCs w:val="22"/>
          <w:lang w:eastAsia="en-US"/>
        </w:rPr>
      </w:pPr>
    </w:p>
    <w:p w14:paraId="255784E8" w14:textId="77777777" w:rsidR="00BD45FC" w:rsidRPr="00F678A4" w:rsidRDefault="00BD45FC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2992866F" w14:textId="77777777" w:rsidR="00BD45FC" w:rsidRPr="00F678A4" w:rsidRDefault="00BD45FC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753C151B" w14:textId="77777777" w:rsidR="00BD45FC" w:rsidRPr="00F678A4" w:rsidRDefault="00BD45FC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1D02A346" w14:textId="77777777" w:rsidR="00496C0F" w:rsidRPr="00F678A4" w:rsidRDefault="00496C0F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093E6EA7" w14:textId="77777777" w:rsidR="00496C0F" w:rsidRDefault="00496C0F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3B27B550" w14:textId="77777777" w:rsidR="0072457F" w:rsidRDefault="0072457F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7D63A430" w14:textId="77777777" w:rsidR="0072457F" w:rsidRDefault="0072457F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729EB561" w14:textId="77777777" w:rsidR="0072457F" w:rsidRDefault="0072457F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4DA13277" w14:textId="77777777" w:rsidR="0072457F" w:rsidRDefault="0072457F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3C19CC2F" w14:textId="77777777" w:rsidR="000B04FD" w:rsidRDefault="000B04FD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44BAEF74" w14:textId="77777777" w:rsidR="000B04FD" w:rsidRDefault="000B04FD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3ED4A614" w14:textId="03C85B55" w:rsidR="00456759" w:rsidRDefault="00456759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3864758A" w14:textId="77777777" w:rsidR="00F770C0" w:rsidRPr="0072457F" w:rsidRDefault="00F770C0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7EF410EC" w14:textId="77777777" w:rsidR="00BD45FC" w:rsidRPr="007E415E" w:rsidRDefault="006E2C92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7E415E">
        <w:rPr>
          <w:rFonts w:ascii="Times New Roman" w:hAnsi="Times New Roman" w:cs="Times New Roman"/>
          <w:b/>
        </w:rPr>
        <w:t xml:space="preserve">Prilog </w:t>
      </w:r>
      <w:r w:rsidR="00BD45FC" w:rsidRPr="007E415E">
        <w:rPr>
          <w:rFonts w:ascii="Times New Roman" w:hAnsi="Times New Roman" w:cs="Times New Roman"/>
          <w:b/>
        </w:rPr>
        <w:t>3. </w:t>
      </w:r>
    </w:p>
    <w:p w14:paraId="743A2EC2" w14:textId="77777777" w:rsidR="00BD45FC" w:rsidRPr="007E415E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7720C095" w14:textId="77777777" w:rsidR="00BD45FC" w:rsidRPr="007E415E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3E891AED" w14:textId="77777777" w:rsidR="00BD45FC" w:rsidRPr="00F703AE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2CDAC73F" w14:textId="77777777" w:rsidR="00BD45FC" w:rsidRPr="00F703AE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703AE">
        <w:rPr>
          <w:rFonts w:ascii="Times New Roman" w:hAnsi="Times New Roman" w:cs="Times New Roman"/>
        </w:rPr>
        <w:t>Temeljem članka 252 stavka 1. i članka 265. stavka 2. Zakona o javnoj nabavi (Narodne novine, br. 120/2016), kao ovlaštena osoba za zastupanje gospodarskog subjekta dajem sljedeću:</w:t>
      </w:r>
    </w:p>
    <w:p w14:paraId="601A8ADC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754E04FE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4D2273C4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3DC00AD5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0B6C650C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  <w:r w:rsidRPr="0072457F">
        <w:rPr>
          <w:rStyle w:val="Strong"/>
          <w:rFonts w:ascii="Times New Roman" w:hAnsi="Times New Roman" w:cs="Times New Roman"/>
        </w:rPr>
        <w:t>IZJAVU O</w:t>
      </w:r>
      <w:r w:rsidR="0023795C" w:rsidRPr="0072457F">
        <w:rPr>
          <w:rStyle w:val="Strong"/>
          <w:rFonts w:ascii="Times New Roman" w:hAnsi="Times New Roman" w:cs="Times New Roman"/>
        </w:rPr>
        <w:t xml:space="preserve"> </w:t>
      </w:r>
      <w:r w:rsidRPr="0072457F">
        <w:rPr>
          <w:rStyle w:val="Strong"/>
          <w:rFonts w:ascii="Times New Roman" w:hAnsi="Times New Roman" w:cs="Times New Roman"/>
        </w:rPr>
        <w:t>NEPOSTOJANJU POREZNOG DUGA</w:t>
      </w:r>
    </w:p>
    <w:p w14:paraId="586D44C4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72F3F103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1371E9D1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1423B5CB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3901EF6F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kojom ja ________________________________iz_________________________________</w:t>
      </w:r>
    </w:p>
    <w:p w14:paraId="1A4B4221" w14:textId="77777777" w:rsidR="00BD45FC" w:rsidRPr="0072457F" w:rsidRDefault="00BD45FC" w:rsidP="0009574B">
      <w:pPr>
        <w:pStyle w:val="NormalWeb"/>
        <w:spacing w:before="0" w:beforeAutospacing="0" w:after="0" w:afterAutospacing="0"/>
        <w:ind w:left="1416" w:firstLine="708"/>
        <w:rPr>
          <w:rFonts w:ascii="Times New Roman" w:hAnsi="Times New Roman" w:cs="Times New Roman"/>
        </w:rPr>
      </w:pPr>
      <w:r w:rsidRPr="0072457F">
        <w:rPr>
          <w:rStyle w:val="Emphasis"/>
          <w:rFonts w:ascii="Times New Roman" w:hAnsi="Times New Roman" w:cs="Times New Roman"/>
        </w:rPr>
        <w:t xml:space="preserve">(ime i prezime) </w:t>
      </w:r>
      <w:r w:rsidR="001E73FC" w:rsidRPr="0072457F">
        <w:rPr>
          <w:rStyle w:val="Emphasis"/>
          <w:rFonts w:ascii="Times New Roman" w:hAnsi="Times New Roman" w:cs="Times New Roman"/>
        </w:rPr>
        <w:tab/>
      </w:r>
      <w:r w:rsidR="001E73FC" w:rsidRPr="0072457F">
        <w:rPr>
          <w:rStyle w:val="Emphasis"/>
          <w:rFonts w:ascii="Times New Roman" w:hAnsi="Times New Roman" w:cs="Times New Roman"/>
        </w:rPr>
        <w:tab/>
      </w:r>
      <w:r w:rsidR="001E73FC" w:rsidRPr="0072457F">
        <w:rPr>
          <w:rStyle w:val="Emphasis"/>
          <w:rFonts w:ascii="Times New Roman" w:hAnsi="Times New Roman" w:cs="Times New Roman"/>
        </w:rPr>
        <w:tab/>
        <w:t xml:space="preserve">      </w:t>
      </w:r>
      <w:r w:rsidRPr="0072457F">
        <w:rPr>
          <w:rStyle w:val="Emphasis"/>
          <w:rFonts w:ascii="Times New Roman" w:hAnsi="Times New Roman" w:cs="Times New Roman"/>
        </w:rPr>
        <w:t>(adresa stanovanja)</w:t>
      </w:r>
    </w:p>
    <w:p w14:paraId="5434A66E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02E1BDE1" w14:textId="77777777" w:rsidR="007A4463" w:rsidRPr="0072457F" w:rsidRDefault="007A4463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vrsta i broj identifikacijskog dokumenta _______________________________________</w:t>
      </w:r>
    </w:p>
    <w:p w14:paraId="293E1424" w14:textId="77777777" w:rsidR="00BD45FC" w:rsidRPr="0072457F" w:rsidRDefault="007A4463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 xml:space="preserve">izdane od___________________________________________. </w:t>
      </w:r>
    </w:p>
    <w:p w14:paraId="4D9773C9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4641B42B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 xml:space="preserve">kao osoba iz članka 252. stavka 1. točke 1. Zakona o javnoj nabavi </w:t>
      </w:r>
      <w:r w:rsidRPr="0072457F">
        <w:rPr>
          <w:rStyle w:val="Strong"/>
          <w:rFonts w:ascii="Times New Roman" w:hAnsi="Times New Roman" w:cs="Times New Roman"/>
        </w:rPr>
        <w:t>za sebe i za gospodarski subjekt</w:t>
      </w:r>
      <w:r w:rsidRPr="0072457F">
        <w:rPr>
          <w:rFonts w:ascii="Times New Roman" w:hAnsi="Times New Roman" w:cs="Times New Roman"/>
        </w:rPr>
        <w:t>:</w:t>
      </w:r>
    </w:p>
    <w:p w14:paraId="61A9C0C4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485515AA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___________________________________________________________________________</w:t>
      </w:r>
    </w:p>
    <w:p w14:paraId="032CFB45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</w:rPr>
      </w:pPr>
      <w:r w:rsidRPr="0072457F">
        <w:rPr>
          <w:rFonts w:ascii="Times New Roman" w:hAnsi="Times New Roman" w:cs="Times New Roman"/>
          <w:i/>
          <w:iCs/>
        </w:rPr>
        <w:t>(naziv i sjedište gospodarskog subjekta, OIB)</w:t>
      </w:r>
    </w:p>
    <w:p w14:paraId="6FB037BE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u w:val="single"/>
        </w:rPr>
      </w:pPr>
    </w:p>
    <w:p w14:paraId="56575E46" w14:textId="77777777" w:rsidR="00BD45FC" w:rsidRPr="0072457F" w:rsidRDefault="00BD45FC" w:rsidP="0009574B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70C883B6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5771C69D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42DD6BA6" w14:textId="77777777" w:rsidR="00BD45FC" w:rsidRPr="0072457F" w:rsidRDefault="00BD45FC" w:rsidP="0009574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43778763" w14:textId="77777777" w:rsidR="00BD45FC" w:rsidRPr="0072457F" w:rsidRDefault="00BD45FC" w:rsidP="0009574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5B91B0C3" w14:textId="77777777" w:rsidR="007A4463" w:rsidRPr="0072457F" w:rsidRDefault="007A4463" w:rsidP="0009574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7F3713D5" w14:textId="77777777" w:rsidR="007A4463" w:rsidRPr="0072457F" w:rsidRDefault="007A4463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72457F">
        <w:rPr>
          <w:szCs w:val="24"/>
          <w:lang w:eastAsia="en-US"/>
        </w:rPr>
        <w:t xml:space="preserve">U__________________, </w:t>
      </w:r>
      <w:r w:rsidR="003B1FB5" w:rsidRPr="0072457F">
        <w:rPr>
          <w:szCs w:val="24"/>
          <w:lang w:eastAsia="en-US"/>
        </w:rPr>
        <w:t xml:space="preserve">__________________ </w:t>
      </w:r>
      <w:r w:rsidRPr="0072457F">
        <w:rPr>
          <w:szCs w:val="24"/>
          <w:lang w:eastAsia="en-US"/>
        </w:rPr>
        <w:t>2021.</w:t>
      </w:r>
    </w:p>
    <w:p w14:paraId="7F00E143" w14:textId="77777777" w:rsidR="007A4463" w:rsidRPr="0072457F" w:rsidRDefault="007A4463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72457F">
        <w:rPr>
          <w:szCs w:val="24"/>
          <w:lang w:eastAsia="en-US"/>
        </w:rPr>
        <w:t xml:space="preserve">                 (mjesto)                 </w:t>
      </w:r>
      <w:r w:rsidR="003B1FB5" w:rsidRPr="0072457F">
        <w:rPr>
          <w:szCs w:val="24"/>
          <w:lang w:eastAsia="en-US"/>
        </w:rPr>
        <w:t xml:space="preserve">    </w:t>
      </w:r>
      <w:r w:rsidRPr="0072457F">
        <w:rPr>
          <w:szCs w:val="24"/>
          <w:lang w:eastAsia="en-US"/>
        </w:rPr>
        <w:t>(datum)</w:t>
      </w:r>
    </w:p>
    <w:p w14:paraId="5FCED687" w14:textId="77777777" w:rsidR="00BD45FC" w:rsidRPr="0072457F" w:rsidRDefault="00BD45FC" w:rsidP="0009574B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1D08D761" w14:textId="77777777" w:rsidR="00BD45FC" w:rsidRPr="0072457F" w:rsidRDefault="00BD45FC" w:rsidP="0009574B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773B7203" w14:textId="77777777" w:rsidR="00BD45FC" w:rsidRPr="0072457F" w:rsidRDefault="00BD45FC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3E91CBC2" w14:textId="77777777" w:rsidR="00BD45FC" w:rsidRPr="0072457F" w:rsidRDefault="00BD45FC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7A42B640" w14:textId="77777777" w:rsidR="00BD45FC" w:rsidRPr="0072457F" w:rsidRDefault="00BD45FC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76"/>
        <w:gridCol w:w="4794"/>
      </w:tblGrid>
      <w:tr w:rsidR="00BD45FC" w:rsidRPr="0072457F" w14:paraId="309A99DD" w14:textId="77777777" w:rsidTr="007A4463">
        <w:tc>
          <w:tcPr>
            <w:tcW w:w="4455" w:type="dxa"/>
          </w:tcPr>
          <w:p w14:paraId="6C56C137" w14:textId="77777777" w:rsidR="00BD45FC" w:rsidRPr="0072457F" w:rsidRDefault="00BD45FC" w:rsidP="0009574B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  <w:r w:rsidRPr="0072457F">
              <w:rPr>
                <w:szCs w:val="24"/>
                <w:lang w:eastAsia="en-US"/>
              </w:rPr>
              <w:t>M.P.</w:t>
            </w:r>
          </w:p>
        </w:tc>
        <w:tc>
          <w:tcPr>
            <w:tcW w:w="4831" w:type="dxa"/>
          </w:tcPr>
          <w:p w14:paraId="573F4082" w14:textId="77777777" w:rsidR="00BD45FC" w:rsidRPr="0072457F" w:rsidRDefault="00BD45FC" w:rsidP="0009574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72457F">
              <w:rPr>
                <w:szCs w:val="24"/>
                <w:lang w:eastAsia="en-US"/>
              </w:rPr>
              <w:t>________________________________</w:t>
            </w:r>
          </w:p>
        </w:tc>
      </w:tr>
      <w:tr w:rsidR="007A4463" w:rsidRPr="006E2C92" w14:paraId="09BE79EA" w14:textId="77777777" w:rsidTr="007A4463">
        <w:tc>
          <w:tcPr>
            <w:tcW w:w="4455" w:type="dxa"/>
          </w:tcPr>
          <w:p w14:paraId="360D7692" w14:textId="77777777" w:rsidR="007A4463" w:rsidRPr="0072457F" w:rsidRDefault="007A4463" w:rsidP="0009574B">
            <w:pPr>
              <w:overflowPunct/>
              <w:autoSpaceDE/>
              <w:autoSpaceDN/>
              <w:adjustRightInd/>
              <w:textAlignment w:val="auto"/>
              <w:rPr>
                <w:szCs w:val="24"/>
                <w:lang w:eastAsia="en-US"/>
              </w:rPr>
            </w:pPr>
          </w:p>
        </w:tc>
        <w:tc>
          <w:tcPr>
            <w:tcW w:w="4831" w:type="dxa"/>
          </w:tcPr>
          <w:p w14:paraId="3D8A9D39" w14:textId="77777777" w:rsidR="007A4463" w:rsidRPr="006E2C92" w:rsidRDefault="007A4463" w:rsidP="0009574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72457F">
              <w:rPr>
                <w:color w:val="000000"/>
                <w:lang w:val="pl-PL" w:eastAsia="en-US"/>
              </w:rPr>
              <w:t xml:space="preserve">(potpis </w:t>
            </w:r>
            <w:r w:rsidRPr="0072457F">
              <w:rPr>
                <w:color w:val="000000"/>
              </w:rPr>
              <w:t xml:space="preserve">ovlaštene osobe za zastupanje gospodarskog subjekta </w:t>
            </w:r>
            <w:r w:rsidRPr="0072457F">
              <w:rPr>
                <w:color w:val="000000"/>
                <w:lang w:val="pl-PL" w:eastAsia="en-US"/>
              </w:rPr>
              <w:t>)</w:t>
            </w:r>
          </w:p>
        </w:tc>
      </w:tr>
    </w:tbl>
    <w:p w14:paraId="6B57B031" w14:textId="77777777" w:rsidR="00BD45FC" w:rsidRPr="00F678A4" w:rsidRDefault="00BD45FC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  <w:b/>
        </w:rPr>
      </w:pPr>
    </w:p>
    <w:p w14:paraId="1E0F2BC2" w14:textId="77777777" w:rsidR="00BD45FC" w:rsidRDefault="00BD45FC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  <w:b/>
        </w:rPr>
      </w:pPr>
    </w:p>
    <w:p w14:paraId="470E70F1" w14:textId="77777777" w:rsidR="007A4463" w:rsidRDefault="007A4463" w:rsidP="0009574B">
      <w:pPr>
        <w:pStyle w:val="NormalWeb"/>
        <w:spacing w:before="0" w:beforeAutospacing="0" w:after="0" w:afterAutospacing="0"/>
        <w:rPr>
          <w:rFonts w:ascii="Century Gothic" w:hAnsi="Century Gothic" w:cs="Times New Roman"/>
          <w:b/>
        </w:rPr>
      </w:pPr>
    </w:p>
    <w:p w14:paraId="100FA1A0" w14:textId="77777777" w:rsidR="00B52B40" w:rsidRDefault="00B52B40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42B822F5" w14:textId="77777777" w:rsidR="00BD45FC" w:rsidRPr="0072457F" w:rsidRDefault="00496C0F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72457F">
        <w:rPr>
          <w:rFonts w:ascii="Times New Roman" w:hAnsi="Times New Roman" w:cs="Times New Roman"/>
          <w:b/>
        </w:rPr>
        <w:t xml:space="preserve">Prilog </w:t>
      </w:r>
      <w:r w:rsidR="00BD45FC" w:rsidRPr="0072457F">
        <w:rPr>
          <w:rFonts w:ascii="Times New Roman" w:hAnsi="Times New Roman" w:cs="Times New Roman"/>
          <w:b/>
        </w:rPr>
        <w:t>4. </w:t>
      </w:r>
    </w:p>
    <w:p w14:paraId="2D21F4CF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0AB980F2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09946BEE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1DFD3CCA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Temeljem članka 257. stavka 1. i članka 266. stavka 1.</w:t>
      </w:r>
      <w:r w:rsidR="00496C0F" w:rsidRPr="0072457F">
        <w:rPr>
          <w:rFonts w:ascii="Times New Roman" w:hAnsi="Times New Roman" w:cs="Times New Roman"/>
        </w:rPr>
        <w:t xml:space="preserve"> </w:t>
      </w:r>
      <w:r w:rsidRPr="0072457F">
        <w:rPr>
          <w:rFonts w:ascii="Times New Roman" w:hAnsi="Times New Roman" w:cs="Times New Roman"/>
        </w:rPr>
        <w:t>točke 1. Zakona o javnoj nabavi (Narodne novine, br. 120/2016), kao ovlaštena osoba za zastupanje gospodarskog subjekta dajem sljedeću:</w:t>
      </w:r>
    </w:p>
    <w:p w14:paraId="1711D51F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Style w:val="Strong"/>
          <w:rFonts w:ascii="Times New Roman" w:hAnsi="Times New Roman" w:cs="Times New Roman"/>
        </w:rPr>
      </w:pPr>
    </w:p>
    <w:p w14:paraId="2229C188" w14:textId="77777777" w:rsidR="007A4463" w:rsidRPr="0072457F" w:rsidRDefault="007A4463" w:rsidP="0009574B">
      <w:pPr>
        <w:pStyle w:val="NormalWeb"/>
        <w:spacing w:before="0" w:beforeAutospacing="0" w:after="0" w:afterAutospacing="0"/>
        <w:rPr>
          <w:rStyle w:val="Strong"/>
          <w:rFonts w:ascii="Times New Roman" w:hAnsi="Times New Roman" w:cs="Times New Roman"/>
        </w:rPr>
      </w:pPr>
    </w:p>
    <w:p w14:paraId="36F24BE2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Style w:val="Strong"/>
          <w:rFonts w:ascii="Times New Roman" w:hAnsi="Times New Roman" w:cs="Times New Roman"/>
        </w:rPr>
      </w:pPr>
    </w:p>
    <w:p w14:paraId="0855EFE7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  <w:r w:rsidRPr="0072457F">
        <w:rPr>
          <w:rStyle w:val="Strong"/>
          <w:rFonts w:ascii="Times New Roman" w:hAnsi="Times New Roman" w:cs="Times New Roman"/>
        </w:rPr>
        <w:t xml:space="preserve">IZJAVU O REGISTRACIJI ZA OBAVLJANJE </w:t>
      </w:r>
    </w:p>
    <w:p w14:paraId="63E11961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  <w:r w:rsidRPr="0072457F">
        <w:rPr>
          <w:rStyle w:val="Strong"/>
          <w:rFonts w:ascii="Times New Roman" w:hAnsi="Times New Roman" w:cs="Times New Roman"/>
        </w:rPr>
        <w:t xml:space="preserve">PROFESIONALNE DJELATNOSTI </w:t>
      </w:r>
    </w:p>
    <w:p w14:paraId="4D977B60" w14:textId="77777777" w:rsidR="00496C0F" w:rsidRPr="0072457F" w:rsidRDefault="00496C0F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4764E33F" w14:textId="77777777" w:rsidR="007A4463" w:rsidRPr="0072457F" w:rsidRDefault="007A4463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046ECBC5" w14:textId="77777777" w:rsidR="007A4463" w:rsidRPr="0072457F" w:rsidRDefault="007A4463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298BFCEA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7A726742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Style w:val="Strong"/>
          <w:rFonts w:ascii="Times New Roman" w:hAnsi="Times New Roman" w:cs="Times New Roman"/>
        </w:rPr>
      </w:pPr>
    </w:p>
    <w:p w14:paraId="11F04F68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kojom ja ________________________________iz_________________________________</w:t>
      </w:r>
    </w:p>
    <w:p w14:paraId="4B230925" w14:textId="77777777" w:rsidR="00BD45FC" w:rsidRPr="0072457F" w:rsidRDefault="00BD45FC" w:rsidP="0009574B">
      <w:pPr>
        <w:pStyle w:val="NormalWeb"/>
        <w:spacing w:before="0" w:beforeAutospacing="0" w:after="0" w:afterAutospacing="0"/>
        <w:ind w:left="708" w:firstLine="708"/>
        <w:rPr>
          <w:rFonts w:ascii="Times New Roman" w:hAnsi="Times New Roman" w:cs="Times New Roman"/>
        </w:rPr>
      </w:pPr>
      <w:r w:rsidRPr="0072457F">
        <w:rPr>
          <w:rStyle w:val="Emphasis"/>
          <w:rFonts w:ascii="Times New Roman" w:hAnsi="Times New Roman" w:cs="Times New Roman"/>
        </w:rPr>
        <w:t>(ime i prezime)</w:t>
      </w:r>
      <w:r w:rsidR="00AB6E53" w:rsidRPr="0072457F">
        <w:rPr>
          <w:rStyle w:val="Emphasis"/>
          <w:rFonts w:ascii="Times New Roman" w:hAnsi="Times New Roman" w:cs="Times New Roman"/>
        </w:rPr>
        <w:t xml:space="preserve"> </w:t>
      </w:r>
      <w:r w:rsidR="00AB6E53" w:rsidRPr="0072457F">
        <w:rPr>
          <w:rStyle w:val="Emphasis"/>
          <w:rFonts w:ascii="Times New Roman" w:hAnsi="Times New Roman" w:cs="Times New Roman"/>
        </w:rPr>
        <w:tab/>
      </w:r>
      <w:r w:rsidR="00AB6E53" w:rsidRPr="0072457F">
        <w:rPr>
          <w:rStyle w:val="Emphasis"/>
          <w:rFonts w:ascii="Times New Roman" w:hAnsi="Times New Roman" w:cs="Times New Roman"/>
        </w:rPr>
        <w:tab/>
      </w:r>
      <w:r w:rsidR="00AB6E53" w:rsidRPr="0072457F">
        <w:rPr>
          <w:rStyle w:val="Emphasis"/>
          <w:rFonts w:ascii="Times New Roman" w:hAnsi="Times New Roman" w:cs="Times New Roman"/>
        </w:rPr>
        <w:tab/>
      </w:r>
      <w:r w:rsidR="00AB6E53" w:rsidRPr="0072457F">
        <w:rPr>
          <w:rStyle w:val="Emphasis"/>
          <w:rFonts w:ascii="Times New Roman" w:hAnsi="Times New Roman" w:cs="Times New Roman"/>
        </w:rPr>
        <w:tab/>
      </w:r>
      <w:r w:rsidRPr="0072457F">
        <w:rPr>
          <w:rStyle w:val="Emphasis"/>
          <w:rFonts w:ascii="Times New Roman" w:hAnsi="Times New Roman" w:cs="Times New Roman"/>
        </w:rPr>
        <w:t>(adresa stanovanja)</w:t>
      </w:r>
    </w:p>
    <w:p w14:paraId="1A22AB68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3F167BE3" w14:textId="77777777" w:rsidR="001E73FC" w:rsidRPr="0072457F" w:rsidRDefault="00496C0F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vrsta i broj identifikacijskog dokumenta</w:t>
      </w:r>
      <w:r w:rsidR="0055793D" w:rsidRPr="0072457F">
        <w:rPr>
          <w:rFonts w:ascii="Times New Roman" w:hAnsi="Times New Roman" w:cs="Times New Roman"/>
        </w:rPr>
        <w:t xml:space="preserve"> </w:t>
      </w:r>
    </w:p>
    <w:p w14:paraId="5C9B9BC3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izdane od</w:t>
      </w:r>
      <w:r w:rsidR="001E73FC" w:rsidRPr="0072457F">
        <w:rPr>
          <w:rFonts w:ascii="Times New Roman" w:hAnsi="Times New Roman" w:cs="Times New Roman"/>
        </w:rPr>
        <w:t xml:space="preserve">___________________________________________. </w:t>
      </w:r>
    </w:p>
    <w:p w14:paraId="58B3820C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7990EA03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 xml:space="preserve">kao osoba iz članka 252. stavka 1. točke 1. Zakona o javnoj nabavi </w:t>
      </w:r>
      <w:r w:rsidRPr="0072457F">
        <w:rPr>
          <w:rStyle w:val="Strong"/>
          <w:rFonts w:ascii="Times New Roman" w:hAnsi="Times New Roman" w:cs="Times New Roman"/>
        </w:rPr>
        <w:t>za sebe i za gospodarski subjekt</w:t>
      </w:r>
      <w:r w:rsidRPr="0072457F">
        <w:rPr>
          <w:rFonts w:ascii="Times New Roman" w:hAnsi="Times New Roman" w:cs="Times New Roman"/>
        </w:rPr>
        <w:t>:</w:t>
      </w:r>
    </w:p>
    <w:p w14:paraId="476E6542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712F6BAA" w14:textId="77777777" w:rsidR="00BD45FC" w:rsidRPr="0072457F" w:rsidRDefault="00BD45FC" w:rsidP="0009574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2457F">
        <w:rPr>
          <w:rFonts w:ascii="Times New Roman" w:hAnsi="Times New Roman" w:cs="Times New Roman"/>
        </w:rPr>
        <w:t>___________________________________________________________________________</w:t>
      </w:r>
    </w:p>
    <w:p w14:paraId="43425F08" w14:textId="77777777" w:rsidR="00BD45FC" w:rsidRPr="0072457F" w:rsidRDefault="00BD45FC" w:rsidP="0009574B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</w:rPr>
      </w:pPr>
      <w:r w:rsidRPr="0072457F">
        <w:rPr>
          <w:rFonts w:ascii="Times New Roman" w:hAnsi="Times New Roman" w:cs="Times New Roman"/>
          <w:i/>
          <w:iCs/>
        </w:rPr>
        <w:t>(naziv i sjedište gospodarskog subjekta, OIB)</w:t>
      </w:r>
    </w:p>
    <w:p w14:paraId="64447C90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  <w:u w:val="single"/>
        </w:rPr>
      </w:pPr>
    </w:p>
    <w:p w14:paraId="326B852B" w14:textId="77777777" w:rsidR="00BD45FC" w:rsidRPr="0072457F" w:rsidRDefault="00BD45FC" w:rsidP="0009574B">
      <w:pPr>
        <w:pStyle w:val="BodyText2"/>
        <w:rPr>
          <w:color w:val="auto"/>
          <w:szCs w:val="24"/>
          <w:lang w:val="hr-HR"/>
        </w:rPr>
      </w:pPr>
      <w:r w:rsidRPr="0072457F">
        <w:rPr>
          <w:color w:val="auto"/>
          <w:szCs w:val="24"/>
          <w:lang w:val="hr-HR"/>
        </w:rPr>
        <w:t>Izjavljujem da gospodarski subjekt kojeg zastupam ima sposobnost za obavljanje profesionalne djelatnosti što dokazuje izvadak iz sudskog registra koji možemo na zahtjev predočiti  naručitelju.</w:t>
      </w:r>
    </w:p>
    <w:p w14:paraId="61E088D4" w14:textId="77777777" w:rsidR="00BD45FC" w:rsidRPr="0072457F" w:rsidRDefault="00BD45FC" w:rsidP="0009574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7DEE0E6B" w14:textId="77777777" w:rsidR="00BD45FC" w:rsidRPr="0072457F" w:rsidRDefault="00BD45FC" w:rsidP="0009574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30AC242B" w14:textId="77777777" w:rsidR="00BD45FC" w:rsidRPr="0072457F" w:rsidRDefault="00BD45FC" w:rsidP="0009574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56F464DB" w14:textId="77777777" w:rsidR="003B1FB5" w:rsidRPr="0072457F" w:rsidRDefault="003B1FB5" w:rsidP="0009574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78CDFA39" w14:textId="77777777" w:rsidR="003B1FB5" w:rsidRPr="0072457F" w:rsidRDefault="003B1FB5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72457F">
        <w:rPr>
          <w:szCs w:val="24"/>
          <w:lang w:eastAsia="en-US"/>
        </w:rPr>
        <w:t>U__________________, __________________ 2021.</w:t>
      </w:r>
    </w:p>
    <w:p w14:paraId="110566A7" w14:textId="77777777" w:rsidR="003B1FB5" w:rsidRPr="0072457F" w:rsidRDefault="003B1FB5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72457F">
        <w:rPr>
          <w:szCs w:val="24"/>
          <w:lang w:eastAsia="en-US"/>
        </w:rPr>
        <w:t xml:space="preserve">                 (mjesto)                     (datum)</w:t>
      </w:r>
    </w:p>
    <w:p w14:paraId="173FD795" w14:textId="77777777" w:rsidR="00BD45FC" w:rsidRPr="0072457F" w:rsidRDefault="00BD45FC" w:rsidP="0009574B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073E2A7A" w14:textId="77777777" w:rsidR="00BD45FC" w:rsidRPr="0072457F" w:rsidRDefault="00BD45FC" w:rsidP="0009574B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76F03866" w14:textId="77777777" w:rsidR="00BD45FC" w:rsidRPr="0072457F" w:rsidRDefault="00BD45FC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78B09617" w14:textId="77777777" w:rsidR="00BD45FC" w:rsidRPr="0072457F" w:rsidRDefault="00BD45FC" w:rsidP="0009574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76"/>
        <w:gridCol w:w="4794"/>
      </w:tblGrid>
      <w:tr w:rsidR="00BD45FC" w:rsidRPr="0072457F" w14:paraId="2226F755" w14:textId="77777777" w:rsidTr="00AB6E53">
        <w:tc>
          <w:tcPr>
            <w:tcW w:w="4455" w:type="dxa"/>
          </w:tcPr>
          <w:p w14:paraId="297AE612" w14:textId="77777777" w:rsidR="00BD45FC" w:rsidRPr="0072457F" w:rsidRDefault="00BD45FC" w:rsidP="0009574B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  <w:r w:rsidRPr="0072457F">
              <w:rPr>
                <w:szCs w:val="24"/>
                <w:lang w:eastAsia="en-US"/>
              </w:rPr>
              <w:t>M.P.</w:t>
            </w:r>
          </w:p>
        </w:tc>
        <w:tc>
          <w:tcPr>
            <w:tcW w:w="4831" w:type="dxa"/>
          </w:tcPr>
          <w:p w14:paraId="6AD901CD" w14:textId="77777777" w:rsidR="00BD45FC" w:rsidRPr="0072457F" w:rsidRDefault="00BD45FC" w:rsidP="0009574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72457F">
              <w:rPr>
                <w:szCs w:val="24"/>
                <w:lang w:eastAsia="en-US"/>
              </w:rPr>
              <w:t>________________________________</w:t>
            </w:r>
          </w:p>
        </w:tc>
      </w:tr>
      <w:tr w:rsidR="00AB6E53" w:rsidRPr="00F678A4" w14:paraId="0A3983E7" w14:textId="77777777" w:rsidTr="00AB6E53">
        <w:tc>
          <w:tcPr>
            <w:tcW w:w="4455" w:type="dxa"/>
          </w:tcPr>
          <w:p w14:paraId="4BEB340C" w14:textId="77777777" w:rsidR="00AB6E53" w:rsidRPr="0072457F" w:rsidRDefault="00AB6E53" w:rsidP="0009574B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</w:p>
          <w:p w14:paraId="193884BB" w14:textId="77777777" w:rsidR="00AB6E53" w:rsidRPr="0072457F" w:rsidRDefault="00AB6E53" w:rsidP="0009574B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</w:p>
        </w:tc>
        <w:tc>
          <w:tcPr>
            <w:tcW w:w="4831" w:type="dxa"/>
          </w:tcPr>
          <w:p w14:paraId="2848C1A4" w14:textId="77777777" w:rsidR="00AB6E53" w:rsidRPr="00F678A4" w:rsidRDefault="00AB6E53" w:rsidP="0009574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72457F">
              <w:rPr>
                <w:color w:val="000000"/>
                <w:lang w:val="pl-PL" w:eastAsia="en-US"/>
              </w:rPr>
              <w:t xml:space="preserve">(potpis </w:t>
            </w:r>
            <w:r w:rsidRPr="0072457F">
              <w:rPr>
                <w:color w:val="000000"/>
              </w:rPr>
              <w:t xml:space="preserve">ovlaštene osobe za zastupanje gospodarskog subjekta </w:t>
            </w:r>
            <w:r w:rsidRPr="0072457F">
              <w:rPr>
                <w:color w:val="000000"/>
                <w:lang w:val="pl-PL" w:eastAsia="en-US"/>
              </w:rPr>
              <w:t>)</w:t>
            </w:r>
          </w:p>
        </w:tc>
      </w:tr>
    </w:tbl>
    <w:p w14:paraId="5B85E7CB" w14:textId="77777777" w:rsidR="00BD45FC" w:rsidRPr="00F678A4" w:rsidRDefault="00BD45FC" w:rsidP="0009574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entury Gothic" w:hAnsi="Century Gothic"/>
          <w:b/>
        </w:rPr>
      </w:pPr>
    </w:p>
    <w:p w14:paraId="3B1A3D66" w14:textId="77777777" w:rsidR="00496C0F" w:rsidRPr="00F678A4" w:rsidRDefault="00496C0F" w:rsidP="0009574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entury Gothic" w:hAnsi="Century Gothic"/>
          <w:b/>
        </w:rPr>
      </w:pPr>
    </w:p>
    <w:p w14:paraId="641D7813" w14:textId="77777777" w:rsidR="00BD45FC" w:rsidRPr="00F678A4" w:rsidRDefault="00BD45FC" w:rsidP="0009574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entury Gothic" w:hAnsi="Century Gothic"/>
          <w:b/>
          <w:szCs w:val="24"/>
          <w:lang w:eastAsia="en-US"/>
        </w:rPr>
      </w:pPr>
    </w:p>
    <w:sectPr w:rsidR="00BD45FC" w:rsidRPr="00F678A4">
      <w:footerReference w:type="default" r:id="rId7"/>
      <w:pgSz w:w="11906" w:h="16838" w:code="9"/>
      <w:pgMar w:top="1418" w:right="1418" w:bottom="1418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F1119" w14:textId="77777777" w:rsidR="00462473" w:rsidRDefault="00462473">
      <w:r>
        <w:separator/>
      </w:r>
    </w:p>
  </w:endnote>
  <w:endnote w:type="continuationSeparator" w:id="0">
    <w:p w14:paraId="1E6FB4F9" w14:textId="77777777" w:rsidR="00462473" w:rsidRDefault="0046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B6CA9" w14:textId="77777777" w:rsidR="000C21F0" w:rsidRPr="000C21F0" w:rsidRDefault="000C21F0" w:rsidP="000C21F0">
    <w:pPr>
      <w:pStyle w:val="BasicParagraph"/>
      <w:jc w:val="center"/>
      <w:rPr>
        <w:rFonts w:ascii="Times New Roman" w:hAnsi="Times New Roman" w:cs="Times New Roman"/>
        <w:color w:val="767171"/>
        <w:sz w:val="18"/>
        <w:szCs w:val="18"/>
      </w:rPr>
    </w:pPr>
    <w:proofErr w:type="spellStart"/>
    <w:r w:rsidRPr="000C21F0">
      <w:rPr>
        <w:rFonts w:ascii="Times New Roman" w:hAnsi="Times New Roman" w:cs="Times New Roman"/>
        <w:color w:val="767171"/>
        <w:sz w:val="18"/>
        <w:szCs w:val="18"/>
      </w:rPr>
      <w:t>Trg</w:t>
    </w:r>
    <w:proofErr w:type="spellEnd"/>
    <w:r w:rsidRPr="000C21F0">
      <w:rPr>
        <w:rFonts w:ascii="Times New Roman" w:hAnsi="Times New Roman" w:cs="Times New Roman"/>
        <w:color w:val="767171"/>
        <w:sz w:val="18"/>
        <w:szCs w:val="18"/>
      </w:rPr>
      <w:t xml:space="preserve"> Nikole </w:t>
    </w:r>
    <w:proofErr w:type="spellStart"/>
    <w:r w:rsidRPr="000C21F0">
      <w:rPr>
        <w:rFonts w:ascii="Times New Roman" w:hAnsi="Times New Roman" w:cs="Times New Roman"/>
        <w:color w:val="767171"/>
        <w:sz w:val="18"/>
        <w:szCs w:val="18"/>
      </w:rPr>
      <w:t>Šubića</w:t>
    </w:r>
    <w:proofErr w:type="spellEnd"/>
    <w:r w:rsidRPr="000C21F0">
      <w:rPr>
        <w:rFonts w:ascii="Times New Roman" w:hAnsi="Times New Roman" w:cs="Times New Roman"/>
        <w:color w:val="767171"/>
        <w:sz w:val="18"/>
        <w:szCs w:val="18"/>
      </w:rPr>
      <w:t xml:space="preserve"> </w:t>
    </w:r>
    <w:proofErr w:type="spellStart"/>
    <w:r w:rsidRPr="000C21F0">
      <w:rPr>
        <w:rFonts w:ascii="Times New Roman" w:hAnsi="Times New Roman" w:cs="Times New Roman"/>
        <w:color w:val="767171"/>
        <w:sz w:val="18"/>
        <w:szCs w:val="18"/>
      </w:rPr>
      <w:t>Zrinskog</w:t>
    </w:r>
    <w:proofErr w:type="spellEnd"/>
    <w:r w:rsidRPr="000C21F0">
      <w:rPr>
        <w:rFonts w:ascii="Times New Roman" w:hAnsi="Times New Roman" w:cs="Times New Roman"/>
        <w:color w:val="767171"/>
        <w:sz w:val="18"/>
        <w:szCs w:val="18"/>
      </w:rPr>
      <w:t xml:space="preserve"> 11, HR-10000 Zagreb - www.hazu.hr - </w:t>
    </w:r>
    <w:proofErr w:type="spellStart"/>
    <w:r w:rsidRPr="000C21F0">
      <w:rPr>
        <w:rFonts w:ascii="Times New Roman" w:hAnsi="Times New Roman" w:cs="Times New Roman"/>
        <w:color w:val="767171"/>
        <w:sz w:val="18"/>
        <w:szCs w:val="18"/>
      </w:rPr>
      <w:t>telefon</w:t>
    </w:r>
    <w:proofErr w:type="spellEnd"/>
    <w:r w:rsidRPr="000C21F0">
      <w:rPr>
        <w:rFonts w:ascii="Times New Roman" w:hAnsi="Times New Roman" w:cs="Times New Roman"/>
        <w:color w:val="767171"/>
        <w:sz w:val="18"/>
        <w:szCs w:val="18"/>
      </w:rPr>
      <w:t>: +385 1 4895 111 -</w:t>
    </w:r>
  </w:p>
  <w:p w14:paraId="2EE467D0" w14:textId="77777777" w:rsidR="000C21F0" w:rsidRPr="000C21F0" w:rsidRDefault="000C21F0" w:rsidP="000C21F0">
    <w:pPr>
      <w:pStyle w:val="Footer"/>
      <w:jc w:val="center"/>
      <w:rPr>
        <w:color w:val="767171"/>
      </w:rPr>
    </w:pPr>
    <w:r w:rsidRPr="000C21F0">
      <w:rPr>
        <w:color w:val="767171"/>
        <w:sz w:val="18"/>
        <w:szCs w:val="18"/>
      </w:rPr>
      <w:t>telefaks: +385 1 4819 979 - e-adresa: kabpred@hazu.hr</w:t>
    </w:r>
  </w:p>
  <w:p w14:paraId="0B6F56EE" w14:textId="77777777" w:rsidR="00BD45FC" w:rsidRDefault="00BD45FC">
    <w:pPr>
      <w:pStyle w:val="Footer"/>
      <w:jc w:val="right"/>
      <w:rPr>
        <w:sz w:val="16"/>
      </w:rPr>
    </w:pPr>
    <w:r>
      <w:rPr>
        <w:sz w:val="16"/>
      </w:rPr>
      <w:fldChar w:fldCharType="begin"/>
    </w:r>
    <w:r>
      <w:rPr>
        <w:sz w:val="16"/>
      </w:rPr>
      <w:instrText>PAGE   \* MERGEFORMAT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</w:p>
  <w:p w14:paraId="49669D0F" w14:textId="77777777" w:rsidR="00BD45FC" w:rsidRDefault="00BD45FC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0A6A6" w14:textId="77777777" w:rsidR="00462473" w:rsidRDefault="00462473">
      <w:r>
        <w:separator/>
      </w:r>
    </w:p>
  </w:footnote>
  <w:footnote w:type="continuationSeparator" w:id="0">
    <w:p w14:paraId="04D8D519" w14:textId="77777777" w:rsidR="00462473" w:rsidRDefault="00462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516"/>
    <w:multiLevelType w:val="hybridMultilevel"/>
    <w:tmpl w:val="E0BE8F9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86032"/>
    <w:multiLevelType w:val="hybridMultilevel"/>
    <w:tmpl w:val="B0B6BD1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1349E"/>
    <w:multiLevelType w:val="hybridMultilevel"/>
    <w:tmpl w:val="9ABA5B9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F4226D"/>
    <w:multiLevelType w:val="hybridMultilevel"/>
    <w:tmpl w:val="33DA8010"/>
    <w:lvl w:ilvl="0" w:tplc="2A464284">
      <w:start w:val="1"/>
      <w:numFmt w:val="upperLetter"/>
      <w:lvlText w:val="%1.)"/>
      <w:lvlJc w:val="left"/>
      <w:pPr>
        <w:ind w:left="12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50" w:hanging="360"/>
      </w:pPr>
    </w:lvl>
    <w:lvl w:ilvl="2" w:tplc="041A001B" w:tentative="1">
      <w:start w:val="1"/>
      <w:numFmt w:val="lowerRoman"/>
      <w:lvlText w:val="%3."/>
      <w:lvlJc w:val="right"/>
      <w:pPr>
        <w:ind w:left="2670" w:hanging="180"/>
      </w:pPr>
    </w:lvl>
    <w:lvl w:ilvl="3" w:tplc="041A000F" w:tentative="1">
      <w:start w:val="1"/>
      <w:numFmt w:val="decimal"/>
      <w:lvlText w:val="%4."/>
      <w:lvlJc w:val="left"/>
      <w:pPr>
        <w:ind w:left="3390" w:hanging="360"/>
      </w:pPr>
    </w:lvl>
    <w:lvl w:ilvl="4" w:tplc="041A0019" w:tentative="1">
      <w:start w:val="1"/>
      <w:numFmt w:val="lowerLetter"/>
      <w:lvlText w:val="%5."/>
      <w:lvlJc w:val="left"/>
      <w:pPr>
        <w:ind w:left="4110" w:hanging="360"/>
      </w:pPr>
    </w:lvl>
    <w:lvl w:ilvl="5" w:tplc="041A001B" w:tentative="1">
      <w:start w:val="1"/>
      <w:numFmt w:val="lowerRoman"/>
      <w:lvlText w:val="%6."/>
      <w:lvlJc w:val="right"/>
      <w:pPr>
        <w:ind w:left="4830" w:hanging="180"/>
      </w:pPr>
    </w:lvl>
    <w:lvl w:ilvl="6" w:tplc="041A000F" w:tentative="1">
      <w:start w:val="1"/>
      <w:numFmt w:val="decimal"/>
      <w:lvlText w:val="%7."/>
      <w:lvlJc w:val="left"/>
      <w:pPr>
        <w:ind w:left="5550" w:hanging="360"/>
      </w:pPr>
    </w:lvl>
    <w:lvl w:ilvl="7" w:tplc="041A0019" w:tentative="1">
      <w:start w:val="1"/>
      <w:numFmt w:val="lowerLetter"/>
      <w:lvlText w:val="%8."/>
      <w:lvlJc w:val="left"/>
      <w:pPr>
        <w:ind w:left="6270" w:hanging="360"/>
      </w:pPr>
    </w:lvl>
    <w:lvl w:ilvl="8" w:tplc="041A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1A031B67"/>
    <w:multiLevelType w:val="hybridMultilevel"/>
    <w:tmpl w:val="9B8CB7E0"/>
    <w:lvl w:ilvl="0" w:tplc="B7C825EE">
      <w:start w:val="1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B611AF6"/>
    <w:multiLevelType w:val="hybridMultilevel"/>
    <w:tmpl w:val="FBC6A30C"/>
    <w:lvl w:ilvl="0" w:tplc="B024E2E8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734493"/>
    <w:multiLevelType w:val="hybridMultilevel"/>
    <w:tmpl w:val="480EC7C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F242E"/>
    <w:multiLevelType w:val="hybridMultilevel"/>
    <w:tmpl w:val="208C06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67927"/>
    <w:multiLevelType w:val="hybridMultilevel"/>
    <w:tmpl w:val="16729AC2"/>
    <w:lvl w:ilvl="0" w:tplc="86EA56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64B413D"/>
    <w:multiLevelType w:val="hybridMultilevel"/>
    <w:tmpl w:val="60169364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876C69"/>
    <w:multiLevelType w:val="hybridMultilevel"/>
    <w:tmpl w:val="2D50DF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31B6B"/>
    <w:multiLevelType w:val="hybridMultilevel"/>
    <w:tmpl w:val="A2DC7B1C"/>
    <w:lvl w:ilvl="0" w:tplc="8F08CD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9290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2EA7DCB"/>
    <w:multiLevelType w:val="hybridMultilevel"/>
    <w:tmpl w:val="4CF01D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F17E9"/>
    <w:multiLevelType w:val="hybridMultilevel"/>
    <w:tmpl w:val="37645A8C"/>
    <w:lvl w:ilvl="0" w:tplc="A878B18E">
      <w:start w:val="2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281516"/>
    <w:multiLevelType w:val="multilevel"/>
    <w:tmpl w:val="D082987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06D3627"/>
    <w:multiLevelType w:val="hybridMultilevel"/>
    <w:tmpl w:val="3BCA16C2"/>
    <w:lvl w:ilvl="0" w:tplc="1780E05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CB7AC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A1F2F27"/>
    <w:multiLevelType w:val="hybridMultilevel"/>
    <w:tmpl w:val="600E5ED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65357517"/>
    <w:multiLevelType w:val="hybridMultilevel"/>
    <w:tmpl w:val="0074BB8C"/>
    <w:lvl w:ilvl="0" w:tplc="6B0AF344">
      <w:start w:val="1"/>
      <w:numFmt w:val="lowerLetter"/>
      <w:lvlText w:val="%1.)"/>
      <w:lvlJc w:val="left"/>
      <w:pPr>
        <w:ind w:left="12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50" w:hanging="360"/>
      </w:pPr>
    </w:lvl>
    <w:lvl w:ilvl="2" w:tplc="041A001B" w:tentative="1">
      <w:start w:val="1"/>
      <w:numFmt w:val="lowerRoman"/>
      <w:lvlText w:val="%3."/>
      <w:lvlJc w:val="right"/>
      <w:pPr>
        <w:ind w:left="2670" w:hanging="180"/>
      </w:pPr>
    </w:lvl>
    <w:lvl w:ilvl="3" w:tplc="041A000F" w:tentative="1">
      <w:start w:val="1"/>
      <w:numFmt w:val="decimal"/>
      <w:lvlText w:val="%4."/>
      <w:lvlJc w:val="left"/>
      <w:pPr>
        <w:ind w:left="3390" w:hanging="360"/>
      </w:pPr>
    </w:lvl>
    <w:lvl w:ilvl="4" w:tplc="041A0019" w:tentative="1">
      <w:start w:val="1"/>
      <w:numFmt w:val="lowerLetter"/>
      <w:lvlText w:val="%5."/>
      <w:lvlJc w:val="left"/>
      <w:pPr>
        <w:ind w:left="4110" w:hanging="360"/>
      </w:pPr>
    </w:lvl>
    <w:lvl w:ilvl="5" w:tplc="041A001B" w:tentative="1">
      <w:start w:val="1"/>
      <w:numFmt w:val="lowerRoman"/>
      <w:lvlText w:val="%6."/>
      <w:lvlJc w:val="right"/>
      <w:pPr>
        <w:ind w:left="4830" w:hanging="180"/>
      </w:pPr>
    </w:lvl>
    <w:lvl w:ilvl="6" w:tplc="041A000F" w:tentative="1">
      <w:start w:val="1"/>
      <w:numFmt w:val="decimal"/>
      <w:lvlText w:val="%7."/>
      <w:lvlJc w:val="left"/>
      <w:pPr>
        <w:ind w:left="5550" w:hanging="360"/>
      </w:pPr>
    </w:lvl>
    <w:lvl w:ilvl="7" w:tplc="041A0019" w:tentative="1">
      <w:start w:val="1"/>
      <w:numFmt w:val="lowerLetter"/>
      <w:lvlText w:val="%8."/>
      <w:lvlJc w:val="left"/>
      <w:pPr>
        <w:ind w:left="6270" w:hanging="360"/>
      </w:pPr>
    </w:lvl>
    <w:lvl w:ilvl="8" w:tplc="041A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0" w15:restartNumberingAfterBreak="0">
    <w:nsid w:val="6AC43A43"/>
    <w:multiLevelType w:val="hybridMultilevel"/>
    <w:tmpl w:val="6CE88DE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435791"/>
    <w:multiLevelType w:val="hybridMultilevel"/>
    <w:tmpl w:val="1A2EB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93197"/>
    <w:multiLevelType w:val="hybridMultilevel"/>
    <w:tmpl w:val="332CACA6"/>
    <w:lvl w:ilvl="0" w:tplc="7BCCD216">
      <w:start w:val="1"/>
      <w:numFmt w:val="lowerLetter"/>
      <w:lvlText w:val="%1)"/>
      <w:lvlJc w:val="left"/>
      <w:pPr>
        <w:ind w:left="1245" w:hanging="52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4"/>
  </w:num>
  <w:num w:numId="3">
    <w:abstractNumId w:val="21"/>
  </w:num>
  <w:num w:numId="4">
    <w:abstractNumId w:val="15"/>
  </w:num>
  <w:num w:numId="5">
    <w:abstractNumId w:val="17"/>
  </w:num>
  <w:num w:numId="6">
    <w:abstractNumId w:val="12"/>
  </w:num>
  <w:num w:numId="7">
    <w:abstractNumId w:val="14"/>
  </w:num>
  <w:num w:numId="8">
    <w:abstractNumId w:val="22"/>
  </w:num>
  <w:num w:numId="9">
    <w:abstractNumId w:val="18"/>
  </w:num>
  <w:num w:numId="10">
    <w:abstractNumId w:val="20"/>
  </w:num>
  <w:num w:numId="11">
    <w:abstractNumId w:val="2"/>
  </w:num>
  <w:num w:numId="12">
    <w:abstractNumId w:val="5"/>
  </w:num>
  <w:num w:numId="13">
    <w:abstractNumId w:val="16"/>
  </w:num>
  <w:num w:numId="14">
    <w:abstractNumId w:val="19"/>
  </w:num>
  <w:num w:numId="15">
    <w:abstractNumId w:val="3"/>
  </w:num>
  <w:num w:numId="16">
    <w:abstractNumId w:val="9"/>
  </w:num>
  <w:num w:numId="17">
    <w:abstractNumId w:val="8"/>
  </w:num>
  <w:num w:numId="18">
    <w:abstractNumId w:val="0"/>
  </w:num>
  <w:num w:numId="19">
    <w:abstractNumId w:val="11"/>
  </w:num>
  <w:num w:numId="20">
    <w:abstractNumId w:val="10"/>
  </w:num>
  <w:num w:numId="21">
    <w:abstractNumId w:val="1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1B0"/>
    <w:rsid w:val="0002206A"/>
    <w:rsid w:val="00040FDE"/>
    <w:rsid w:val="00051392"/>
    <w:rsid w:val="00075D85"/>
    <w:rsid w:val="00084F61"/>
    <w:rsid w:val="00090B79"/>
    <w:rsid w:val="0009574B"/>
    <w:rsid w:val="000B04FD"/>
    <w:rsid w:val="000C21F0"/>
    <w:rsid w:val="000F19E9"/>
    <w:rsid w:val="0010637C"/>
    <w:rsid w:val="0012697C"/>
    <w:rsid w:val="00131D50"/>
    <w:rsid w:val="00145500"/>
    <w:rsid w:val="00155CED"/>
    <w:rsid w:val="001D54B0"/>
    <w:rsid w:val="001E6A37"/>
    <w:rsid w:val="001E73FC"/>
    <w:rsid w:val="0023795C"/>
    <w:rsid w:val="002425D5"/>
    <w:rsid w:val="00251337"/>
    <w:rsid w:val="002C4E16"/>
    <w:rsid w:val="002E38F5"/>
    <w:rsid w:val="0037710D"/>
    <w:rsid w:val="00387F7C"/>
    <w:rsid w:val="003B1FB5"/>
    <w:rsid w:val="003E3CD7"/>
    <w:rsid w:val="004067E8"/>
    <w:rsid w:val="0041304F"/>
    <w:rsid w:val="00435D4E"/>
    <w:rsid w:val="00445A63"/>
    <w:rsid w:val="00456759"/>
    <w:rsid w:val="004611BD"/>
    <w:rsid w:val="00462473"/>
    <w:rsid w:val="00496C0F"/>
    <w:rsid w:val="004A2C64"/>
    <w:rsid w:val="004F13B4"/>
    <w:rsid w:val="00523229"/>
    <w:rsid w:val="005448E1"/>
    <w:rsid w:val="0055793D"/>
    <w:rsid w:val="00557F7A"/>
    <w:rsid w:val="00562286"/>
    <w:rsid w:val="00563732"/>
    <w:rsid w:val="005A319C"/>
    <w:rsid w:val="005D75EB"/>
    <w:rsid w:val="005E7E76"/>
    <w:rsid w:val="00610AEF"/>
    <w:rsid w:val="00655149"/>
    <w:rsid w:val="006847FC"/>
    <w:rsid w:val="00690DA2"/>
    <w:rsid w:val="006D278A"/>
    <w:rsid w:val="006D45EC"/>
    <w:rsid w:val="006E2C92"/>
    <w:rsid w:val="006E538A"/>
    <w:rsid w:val="0071279D"/>
    <w:rsid w:val="0072457F"/>
    <w:rsid w:val="007A4463"/>
    <w:rsid w:val="007A5977"/>
    <w:rsid w:val="007B6318"/>
    <w:rsid w:val="007B7DFD"/>
    <w:rsid w:val="007D1B60"/>
    <w:rsid w:val="007E415E"/>
    <w:rsid w:val="007E7501"/>
    <w:rsid w:val="00810C8A"/>
    <w:rsid w:val="00835B1C"/>
    <w:rsid w:val="008D2BD6"/>
    <w:rsid w:val="008D57F6"/>
    <w:rsid w:val="008E3E4A"/>
    <w:rsid w:val="009221E9"/>
    <w:rsid w:val="009251B0"/>
    <w:rsid w:val="00935B5E"/>
    <w:rsid w:val="009419DB"/>
    <w:rsid w:val="009647A7"/>
    <w:rsid w:val="00964E0A"/>
    <w:rsid w:val="009721E2"/>
    <w:rsid w:val="009777F7"/>
    <w:rsid w:val="00990931"/>
    <w:rsid w:val="009A201B"/>
    <w:rsid w:val="009B3C8A"/>
    <w:rsid w:val="009E6C13"/>
    <w:rsid w:val="00A36282"/>
    <w:rsid w:val="00A445CC"/>
    <w:rsid w:val="00A844F1"/>
    <w:rsid w:val="00AB6E53"/>
    <w:rsid w:val="00AC4AE3"/>
    <w:rsid w:val="00AE36B6"/>
    <w:rsid w:val="00AF09A6"/>
    <w:rsid w:val="00AF171F"/>
    <w:rsid w:val="00B20FBF"/>
    <w:rsid w:val="00B51B83"/>
    <w:rsid w:val="00B52B40"/>
    <w:rsid w:val="00B73905"/>
    <w:rsid w:val="00BD45FC"/>
    <w:rsid w:val="00BD6E6C"/>
    <w:rsid w:val="00BF0B92"/>
    <w:rsid w:val="00BF50DF"/>
    <w:rsid w:val="00C470AC"/>
    <w:rsid w:val="00C773A2"/>
    <w:rsid w:val="00C92907"/>
    <w:rsid w:val="00CC66E0"/>
    <w:rsid w:val="00CE58F0"/>
    <w:rsid w:val="00D03690"/>
    <w:rsid w:val="00D50527"/>
    <w:rsid w:val="00D55DA5"/>
    <w:rsid w:val="00D67949"/>
    <w:rsid w:val="00D95B51"/>
    <w:rsid w:val="00DB349C"/>
    <w:rsid w:val="00DC3452"/>
    <w:rsid w:val="00DD0DB1"/>
    <w:rsid w:val="00E60B0A"/>
    <w:rsid w:val="00E72D52"/>
    <w:rsid w:val="00EB25E5"/>
    <w:rsid w:val="00EC582D"/>
    <w:rsid w:val="00EC680C"/>
    <w:rsid w:val="00F305A3"/>
    <w:rsid w:val="00F6603B"/>
    <w:rsid w:val="00F678A4"/>
    <w:rsid w:val="00F703AE"/>
    <w:rsid w:val="00F71E2B"/>
    <w:rsid w:val="00F770C0"/>
    <w:rsid w:val="00FC2EA7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3D7A3"/>
  <w15:chartTrackingRefBased/>
  <w15:docId w15:val="{6D1230DE-C0B9-42C1-93EF-B3648135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hr-HR" w:eastAsia="hr-HR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276" w:lineRule="auto"/>
      <w:outlineLvl w:val="1"/>
    </w:pPr>
    <w:rPr>
      <w:rFonts w:ascii="Calibri" w:eastAsia="Calibri" w:hAnsi="Calibri"/>
      <w:i/>
      <w:iCs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spacing w:line="276" w:lineRule="auto"/>
      <w:outlineLvl w:val="2"/>
    </w:pPr>
    <w:rPr>
      <w:rFonts w:ascii="Calibri" w:eastAsia="Calibri" w:hAnsi="Calibri"/>
      <w:b/>
      <w:bCs/>
      <w:color w:val="000000"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color w:val="000080"/>
      <w:lang w:val="pl-PL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uiPriority w:val="99"/>
    <w:pPr>
      <w:tabs>
        <w:tab w:val="center" w:pos="4153"/>
        <w:tab w:val="right" w:pos="8306"/>
      </w:tabs>
    </w:pPr>
  </w:style>
  <w:style w:type="paragraph" w:customStyle="1" w:styleId="Odlomakpopisa1">
    <w:name w:val="Odlomak popisa1"/>
    <w:basedOn w:val="Normal"/>
    <w:qFormat/>
    <w:pPr>
      <w:ind w:left="720"/>
      <w:contextualSpacing/>
    </w:pPr>
  </w:style>
  <w:style w:type="character" w:styleId="Hyperlink">
    <w:name w:val="Hyperlink"/>
    <w:unhideWhenUsed/>
    <w:rPr>
      <w:color w:val="0000FF"/>
      <w:u w:val="single"/>
    </w:rPr>
  </w:style>
  <w:style w:type="paragraph" w:customStyle="1" w:styleId="Tekstbalonia1">
    <w:name w:val="Tekst balončića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semiHidden/>
    <w:rPr>
      <w:rFonts w:ascii="Tahoma" w:hAnsi="Tahoma" w:cs="Tahoma"/>
      <w:sz w:val="16"/>
      <w:szCs w:val="16"/>
    </w:rPr>
  </w:style>
  <w:style w:type="character" w:customStyle="1" w:styleId="PodnojeChar">
    <w:name w:val="Podnožje Char"/>
    <w:rPr>
      <w:sz w:val="24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semiHidden/>
    <w:pPr>
      <w:spacing w:line="276" w:lineRule="auto"/>
    </w:pPr>
    <w:rPr>
      <w:i/>
      <w:iCs/>
      <w:color w:val="000000"/>
    </w:rPr>
  </w:style>
  <w:style w:type="paragraph" w:customStyle="1" w:styleId="Tekstbalonia">
    <w:name w:val="Tekst balončića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overflowPunct/>
      <w:autoSpaceDE/>
      <w:autoSpaceDN/>
      <w:adjustRightInd/>
      <w:spacing w:before="960"/>
      <w:jc w:val="right"/>
      <w:textAlignment w:val="auto"/>
    </w:pPr>
    <w:rPr>
      <w:rFonts w:ascii="Calibri" w:hAnsi="Calibri" w:cs="Calibri"/>
      <w:b/>
      <w:bCs/>
      <w:sz w:val="18"/>
      <w:szCs w:val="18"/>
      <w:lang w:eastAsia="en-US"/>
    </w:rPr>
  </w:style>
  <w:style w:type="paragraph" w:styleId="Title">
    <w:name w:val="Title"/>
    <w:basedOn w:val="Normal"/>
    <w:qFormat/>
    <w:pPr>
      <w:overflowPunct/>
      <w:autoSpaceDE/>
      <w:autoSpaceDN/>
      <w:adjustRightInd/>
      <w:ind w:right="-1"/>
      <w:jc w:val="center"/>
      <w:textAlignment w:val="auto"/>
    </w:pPr>
    <w:rPr>
      <w:b/>
      <w:bCs/>
      <w:szCs w:val="24"/>
    </w:rPr>
  </w:style>
  <w:style w:type="paragraph" w:styleId="BodyTextIndent">
    <w:name w:val="Body Text Indent"/>
    <w:basedOn w:val="Normal"/>
    <w:semiHidden/>
    <w:pPr>
      <w:overflowPunct/>
      <w:autoSpaceDE/>
      <w:autoSpaceDN/>
      <w:adjustRightInd/>
      <w:spacing w:line="360" w:lineRule="auto"/>
      <w:ind w:left="4956"/>
      <w:jc w:val="center"/>
      <w:textAlignment w:val="auto"/>
    </w:pPr>
    <w:rPr>
      <w:rFonts w:ascii="Arial" w:hAnsi="Arial" w:cs="Arial"/>
      <w:i/>
      <w:sz w:val="20"/>
      <w:szCs w:val="16"/>
      <w:lang w:val="de-DE" w:eastAsia="en-US"/>
    </w:rPr>
  </w:style>
  <w:style w:type="paragraph" w:customStyle="1" w:styleId="Odlomakpopisa">
    <w:name w:val="Odlomak popisa"/>
    <w:basedOn w:val="Normal"/>
    <w:qFormat/>
    <w:pPr>
      <w:ind w:left="720"/>
    </w:pPr>
    <w:rPr>
      <w:szCs w:val="24"/>
    </w:rPr>
  </w:style>
  <w:style w:type="character" w:customStyle="1" w:styleId="FooterChar">
    <w:name w:val="Footer Char"/>
    <w:uiPriority w:val="99"/>
    <w:rPr>
      <w:sz w:val="24"/>
    </w:rPr>
  </w:style>
  <w:style w:type="character" w:customStyle="1" w:styleId="TitleChar">
    <w:name w:val="Title Char"/>
    <w:rPr>
      <w:b/>
      <w:bCs/>
      <w:sz w:val="24"/>
      <w:szCs w:val="24"/>
    </w:rPr>
  </w:style>
  <w:style w:type="paragraph" w:styleId="PlainText">
    <w:name w:val="Plain Text"/>
    <w:basedOn w:val="Normal"/>
    <w:semiHidden/>
    <w:pPr>
      <w:overflowPunct/>
      <w:autoSpaceDE/>
      <w:autoSpaceDN/>
      <w:adjustRightInd/>
      <w:textAlignment w:val="auto"/>
    </w:pPr>
    <w:rPr>
      <w:rFonts w:ascii="Calibri" w:hAnsi="Calibri"/>
      <w:sz w:val="22"/>
      <w:szCs w:val="22"/>
      <w:lang w:eastAsia="en-US"/>
    </w:rPr>
  </w:style>
  <w:style w:type="paragraph" w:styleId="BodyTextIndent2">
    <w:name w:val="Body Text Indent 2"/>
    <w:aliases w:val="  uvlaka 2"/>
    <w:basedOn w:val="Normal"/>
    <w:semiHidden/>
    <w:pPr>
      <w:ind w:left="360"/>
    </w:pPr>
  </w:style>
  <w:style w:type="paragraph" w:styleId="BodyTextIndent3">
    <w:name w:val="Body Text Indent 3"/>
    <w:aliases w:val=" uvlaka 3"/>
    <w:basedOn w:val="Normal"/>
    <w:semiHidden/>
    <w:pPr>
      <w:ind w:left="360"/>
      <w:jc w:val="both"/>
    </w:p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BodyText2">
    <w:name w:val="Body Text 2"/>
    <w:basedOn w:val="Normal"/>
    <w:semiHidden/>
    <w:pPr>
      <w:overflowPunct/>
      <w:autoSpaceDE/>
      <w:autoSpaceDN/>
      <w:adjustRightInd/>
      <w:ind w:right="-468"/>
      <w:textAlignment w:val="auto"/>
    </w:pPr>
    <w:rPr>
      <w:color w:val="000080"/>
      <w:szCs w:val="18"/>
      <w:lang w:val="pl-PL" w:eastAsia="en-US"/>
    </w:rPr>
  </w:style>
  <w:style w:type="paragraph" w:styleId="BodyText3">
    <w:name w:val="Body Text 3"/>
    <w:basedOn w:val="Normal"/>
    <w:link w:val="BodyText3Char"/>
    <w:semiHidden/>
    <w:pPr>
      <w:overflowPunct/>
      <w:autoSpaceDE/>
      <w:autoSpaceDN/>
      <w:adjustRightInd/>
      <w:ind w:right="-2"/>
      <w:textAlignment w:val="auto"/>
    </w:pPr>
    <w:rPr>
      <w:color w:val="000080"/>
      <w:szCs w:val="22"/>
      <w:lang w:eastAsia="en-US"/>
    </w:rPr>
  </w:style>
  <w:style w:type="paragraph" w:customStyle="1" w:styleId="box453040t-9-8pleft-none-">
    <w:name w:val="box_453040 t-9-8 pleft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box453040t-9-8-sredinapcenter-none-">
    <w:name w:val="box_453040 t-9-8-sredina pcenter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Default">
    <w:name w:val="Default"/>
    <w:semiHidden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hr-HR" w:eastAsia="hr-HR"/>
    </w:rPr>
  </w:style>
  <w:style w:type="paragraph" w:customStyle="1" w:styleId="BasicParagraph">
    <w:name w:val="[Basic Paragraph]"/>
    <w:basedOn w:val="Normal"/>
    <w:uiPriority w:val="99"/>
    <w:rsid w:val="009251B0"/>
    <w:pPr>
      <w:overflowPunct/>
      <w:spacing w:line="288" w:lineRule="auto"/>
      <w:textAlignment w:val="center"/>
    </w:pPr>
    <w:rPr>
      <w:rFonts w:ascii="Minion Pro" w:eastAsia="Calibri" w:hAnsi="Minion Pro" w:cs="Minion Pro"/>
      <w:color w:val="000000"/>
      <w:szCs w:val="24"/>
      <w:lang w:val="en-GB"/>
    </w:rPr>
  </w:style>
  <w:style w:type="character" w:styleId="UnresolvedMention">
    <w:name w:val="Unresolved Mention"/>
    <w:uiPriority w:val="99"/>
    <w:semiHidden/>
    <w:unhideWhenUsed/>
    <w:rsid w:val="006D45EC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0C21F0"/>
    <w:rPr>
      <w:rFonts w:ascii="Calibri" w:hAnsi="Calibri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Char">
    <w:name w:val="Body Text 3 Char"/>
    <w:link w:val="BodyText3"/>
    <w:semiHidden/>
    <w:rsid w:val="0009574B"/>
    <w:rPr>
      <w:color w:val="000080"/>
      <w:sz w:val="24"/>
      <w:szCs w:val="22"/>
      <w:lang w:val="hr-HR" w:eastAsia="en-US"/>
    </w:rPr>
  </w:style>
  <w:style w:type="character" w:styleId="CommentReference">
    <w:name w:val="annotation reference"/>
    <w:uiPriority w:val="99"/>
    <w:semiHidden/>
    <w:unhideWhenUsed/>
    <w:rsid w:val="00AF17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171F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AF171F"/>
    <w:rPr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17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F171F"/>
    <w:rPr>
      <w:b/>
      <w:bCs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4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jpetrovic.HAZU\Application%20Data\Microsoft\Predlo&#353;ci\HAZU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HAZUMemo</Template>
  <TotalTime>2</TotalTime>
  <Pages>6</Pages>
  <Words>1504</Words>
  <Characters>8574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Broj:10-231-1/02-2015</vt:lpstr>
      <vt:lpstr>Broj:10-231-1/02-2015</vt:lpstr>
    </vt:vector>
  </TitlesOfParts>
  <Company>HAZU</Company>
  <LinksUpToDate>false</LinksUpToDate>
  <CharactersWithSpaces>10058</CharactersWithSpaces>
  <SharedDoc>false</SharedDoc>
  <HLinks>
    <vt:vector size="18" baseType="variant">
      <vt:variant>
        <vt:i4>3080305</vt:i4>
      </vt:variant>
      <vt:variant>
        <vt:i4>6</vt:i4>
      </vt:variant>
      <vt:variant>
        <vt:i4>0</vt:i4>
      </vt:variant>
      <vt:variant>
        <vt:i4>5</vt:i4>
      </vt:variant>
      <vt:variant>
        <vt:lpwstr>https://www.info.hazu.hr/javna-nabava/</vt:lpwstr>
      </vt:variant>
      <vt:variant>
        <vt:lpwstr/>
      </vt:variant>
      <vt:variant>
        <vt:i4>5308512</vt:i4>
      </vt:variant>
      <vt:variant>
        <vt:i4>3</vt:i4>
      </vt:variant>
      <vt:variant>
        <vt:i4>0</vt:i4>
      </vt:variant>
      <vt:variant>
        <vt:i4>5</vt:i4>
      </vt:variant>
      <vt:variant>
        <vt:lpwstr>mailto:dposavec@hazu.hr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http://www.hazu.hr/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Broj:10-231-1/02-2015</dc:title>
  <dc:subject/>
  <dc:creator>Ljubica Petrović</dc:creator>
  <cp:keywords/>
  <cp:lastModifiedBy>Davor Posavec</cp:lastModifiedBy>
  <cp:revision>3</cp:revision>
  <cp:lastPrinted>2019-12-19T07:56:00Z</cp:lastPrinted>
  <dcterms:created xsi:type="dcterms:W3CDTF">2021-05-19T07:30:00Z</dcterms:created>
  <dcterms:modified xsi:type="dcterms:W3CDTF">2021-05-19T07:32:00Z</dcterms:modified>
</cp:coreProperties>
</file>